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59A16" w14:textId="77777777" w:rsidR="002F61E0" w:rsidRPr="00EE2C52" w:rsidRDefault="002F61E0" w:rsidP="002F61E0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AC18F7E" wp14:editId="2EAAA446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1819275" cy="1286510"/>
            <wp:effectExtent l="0" t="0" r="9525" b="8890"/>
            <wp:wrapTight wrapText="bothSides">
              <wp:wrapPolygon edited="0">
                <wp:start x="0" y="0"/>
                <wp:lineTo x="0" y="21429"/>
                <wp:lineTo x="21487" y="21429"/>
                <wp:lineTo x="21487" y="0"/>
                <wp:lineTo x="0" y="0"/>
              </wp:wrapPolygon>
            </wp:wrapTight>
            <wp:docPr id="2" name="Obraz 2" descr="SM Logo 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2" descr="SM Logo CMYK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28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A24F7EA" w14:textId="77777777" w:rsidR="002F61E0" w:rsidRDefault="002F61E0" w:rsidP="002F61E0">
      <w:pPr>
        <w:pStyle w:val="Tekstpodstawowyzwciciem2"/>
        <w:ind w:left="2832" w:firstLine="0"/>
        <w:jc w:val="center"/>
      </w:pPr>
    </w:p>
    <w:p w14:paraId="47478F25" w14:textId="77777777" w:rsidR="002F61E0" w:rsidRDefault="002F61E0" w:rsidP="002F61E0">
      <w:pPr>
        <w:pStyle w:val="Tekstpodstawowyzwciciem2"/>
        <w:ind w:left="2832" w:firstLine="0"/>
        <w:jc w:val="center"/>
      </w:pPr>
    </w:p>
    <w:p w14:paraId="1F4B4EB1" w14:textId="77777777" w:rsidR="002F61E0" w:rsidRDefault="002F61E0" w:rsidP="002F61E0">
      <w:pPr>
        <w:pStyle w:val="Tekstpodstawowyzwciciem2"/>
        <w:ind w:left="2832" w:firstLine="0"/>
        <w:jc w:val="center"/>
      </w:pPr>
    </w:p>
    <w:p w14:paraId="2716A462" w14:textId="77777777" w:rsidR="002F61E0" w:rsidRDefault="002F61E0" w:rsidP="002F61E0">
      <w:pPr>
        <w:pStyle w:val="Tekstpodstawowyzwciciem2"/>
        <w:ind w:left="2832" w:firstLine="0"/>
        <w:jc w:val="center"/>
      </w:pPr>
    </w:p>
    <w:p w14:paraId="2AAD1367" w14:textId="77777777" w:rsidR="002F61E0" w:rsidRDefault="002F61E0" w:rsidP="002F61E0">
      <w:pPr>
        <w:pStyle w:val="Tekstpodstawowyzwciciem2"/>
        <w:ind w:left="2832" w:firstLine="0"/>
        <w:jc w:val="center"/>
      </w:pPr>
    </w:p>
    <w:p w14:paraId="4CCE1B0D" w14:textId="77777777" w:rsidR="002F61E0" w:rsidRPr="002F61E0" w:rsidRDefault="002F61E0" w:rsidP="002F61E0">
      <w:pPr>
        <w:pStyle w:val="Tekstpodstawowyzwciciem2"/>
        <w:ind w:left="0" w:firstLine="0"/>
        <w:jc w:val="center"/>
        <w:rPr>
          <w:b/>
          <w:bCs/>
        </w:rPr>
      </w:pPr>
      <w:r w:rsidRPr="002F61E0">
        <w:rPr>
          <w:b/>
          <w:bCs/>
        </w:rPr>
        <w:t>SM Projekt</w:t>
      </w:r>
    </w:p>
    <w:p w14:paraId="19F0AA40" w14:textId="77777777" w:rsidR="002F61E0" w:rsidRPr="00EE2C52" w:rsidRDefault="002F61E0" w:rsidP="002F61E0">
      <w:pPr>
        <w:pStyle w:val="Tekstpodstawowyzwciciem2"/>
        <w:ind w:left="0" w:firstLine="0"/>
        <w:jc w:val="center"/>
      </w:pPr>
      <w:r w:rsidRPr="00EE2C52">
        <w:t>ul. Kwiatowa 26</w:t>
      </w:r>
    </w:p>
    <w:p w14:paraId="40C01BA3" w14:textId="77777777" w:rsidR="002F61E0" w:rsidRPr="00EE2C52" w:rsidRDefault="002F61E0" w:rsidP="002F61E0">
      <w:pPr>
        <w:pStyle w:val="Tekstpodstawowyzwciciem2"/>
        <w:ind w:left="0" w:firstLine="0"/>
        <w:jc w:val="center"/>
      </w:pPr>
      <w:r w:rsidRPr="00EE2C52">
        <w:t>96-515 Seroki Parcela</w:t>
      </w:r>
    </w:p>
    <w:p w14:paraId="24F11382" w14:textId="77777777" w:rsidR="002F61E0" w:rsidRPr="00EE2C52" w:rsidRDefault="00165976" w:rsidP="002F61E0">
      <w:pPr>
        <w:pStyle w:val="Tekstpodstawowyzwciciem2"/>
        <w:ind w:left="0" w:firstLine="0"/>
        <w:jc w:val="center"/>
      </w:pPr>
      <w:hyperlink r:id="rId9" w:history="1">
        <w:r w:rsidR="002F61E0" w:rsidRPr="0088716B">
          <w:rPr>
            <w:rStyle w:val="Hipercze"/>
          </w:rPr>
          <w:t>smprojekt@o2.pl</w:t>
        </w:r>
      </w:hyperlink>
    </w:p>
    <w:p w14:paraId="4F862D27" w14:textId="77777777" w:rsidR="002F61E0" w:rsidRPr="00EE2C52" w:rsidRDefault="002F61E0" w:rsidP="002F61E0">
      <w:pPr>
        <w:pStyle w:val="Tekstpodstawowyzwciciem2"/>
        <w:ind w:left="0" w:firstLine="0"/>
        <w:jc w:val="center"/>
      </w:pPr>
      <w:r w:rsidRPr="00EE2C52">
        <w:t>506-021-452</w:t>
      </w:r>
    </w:p>
    <w:p w14:paraId="697F2395" w14:textId="77777777" w:rsidR="002F61E0" w:rsidRDefault="002F61E0" w:rsidP="002F61E0">
      <w:pPr>
        <w:pStyle w:val="Tekstpodstawowyzwciciem2"/>
        <w:ind w:left="0" w:firstLine="0"/>
        <w:jc w:val="center"/>
      </w:pPr>
      <w:r>
        <w:t>501-323-050</w:t>
      </w:r>
    </w:p>
    <w:p w14:paraId="4D84F2FB" w14:textId="77777777" w:rsidR="002F61E0" w:rsidRDefault="002F61E0" w:rsidP="002F61E0">
      <w:pPr>
        <w:jc w:val="center"/>
        <w:sectPr w:rsidR="002F61E0" w:rsidSect="002F61E0">
          <w:headerReference w:type="default" r:id="rId10"/>
          <w:footerReference w:type="even" r:id="rId11"/>
          <w:footerReference w:type="default" r:id="rId12"/>
          <w:footerReference w:type="first" r:id="rId13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14:paraId="006A5796" w14:textId="77777777" w:rsidR="002F61E0" w:rsidRDefault="002F61E0" w:rsidP="002F61E0">
      <w:pPr>
        <w:jc w:val="center"/>
      </w:pPr>
    </w:p>
    <w:p w14:paraId="6DCE0A5C" w14:textId="77777777" w:rsidR="002F61E0" w:rsidRPr="007737AA" w:rsidRDefault="002F61E0" w:rsidP="002F61E0"/>
    <w:p w14:paraId="36862A4A" w14:textId="4F94B45D" w:rsidR="002F61E0" w:rsidRPr="00D926A2" w:rsidRDefault="00D926A2" w:rsidP="000A3240">
      <w:pPr>
        <w:jc w:val="center"/>
        <w:rPr>
          <w:b/>
          <w:bCs/>
          <w:sz w:val="40"/>
          <w:szCs w:val="40"/>
        </w:rPr>
      </w:pPr>
      <w:r w:rsidRPr="00D926A2">
        <w:rPr>
          <w:b/>
          <w:sz w:val="44"/>
          <w:szCs w:val="44"/>
        </w:rPr>
        <w:t>Dokumentacja techniczna</w:t>
      </w:r>
    </w:p>
    <w:p w14:paraId="6E4457F6" w14:textId="35B6E2DE" w:rsidR="00D926A2" w:rsidRPr="00D926A2" w:rsidRDefault="00D926A2" w:rsidP="00D926A2">
      <w:pPr>
        <w:jc w:val="center"/>
        <w:rPr>
          <w:b/>
          <w:sz w:val="44"/>
          <w:szCs w:val="44"/>
          <w:u w:val="single"/>
        </w:rPr>
      </w:pPr>
      <w:r w:rsidRPr="00D926A2">
        <w:rPr>
          <w:b/>
          <w:sz w:val="44"/>
          <w:szCs w:val="44"/>
          <w:u w:val="single"/>
        </w:rPr>
        <w:t xml:space="preserve">Budowa obiektu małej architektury </w:t>
      </w:r>
      <w:r w:rsidR="002A2C86">
        <w:rPr>
          <w:b/>
          <w:sz w:val="44"/>
          <w:szCs w:val="44"/>
          <w:u w:val="single"/>
        </w:rPr>
        <w:t>–</w:t>
      </w:r>
      <w:r w:rsidRPr="00D926A2">
        <w:rPr>
          <w:b/>
          <w:sz w:val="44"/>
          <w:szCs w:val="44"/>
          <w:u w:val="single"/>
        </w:rPr>
        <w:t xml:space="preserve"> </w:t>
      </w:r>
      <w:r w:rsidR="002910D2">
        <w:rPr>
          <w:b/>
          <w:sz w:val="44"/>
          <w:szCs w:val="44"/>
          <w:u w:val="single"/>
        </w:rPr>
        <w:t>teren rekreacyjny</w:t>
      </w:r>
    </w:p>
    <w:p w14:paraId="19240E0F" w14:textId="77777777" w:rsidR="002835B0" w:rsidRDefault="00E15B13" w:rsidP="00A72C08">
      <w:pPr>
        <w:ind w:firstLine="0"/>
        <w:jc w:val="center"/>
        <w:rPr>
          <w:bCs/>
          <w:sz w:val="28"/>
          <w:szCs w:val="28"/>
        </w:rPr>
      </w:pPr>
      <w:r w:rsidRPr="00E15B13">
        <w:rPr>
          <w:bCs/>
          <w:sz w:val="28"/>
          <w:szCs w:val="28"/>
        </w:rPr>
        <w:t>Kategoria obiektu budowalnego VIII</w:t>
      </w:r>
    </w:p>
    <w:p w14:paraId="4C0786ED" w14:textId="77777777" w:rsidR="00A33A8E" w:rsidRPr="00A33A8E" w:rsidRDefault="00A33A8E" w:rsidP="00A33A8E">
      <w:pPr>
        <w:ind w:firstLine="0"/>
        <w:jc w:val="center"/>
        <w:rPr>
          <w:bCs/>
          <w:sz w:val="28"/>
          <w:szCs w:val="28"/>
        </w:rPr>
      </w:pPr>
      <w:r w:rsidRPr="00A33A8E">
        <w:rPr>
          <w:bCs/>
          <w:sz w:val="28"/>
          <w:szCs w:val="28"/>
        </w:rPr>
        <w:t>Zespół szkół nr 1 im. Melchiora Wańkowicza w Błoniu.</w:t>
      </w:r>
    </w:p>
    <w:p w14:paraId="394BD525" w14:textId="77777777" w:rsidR="002835B0" w:rsidRDefault="002835B0" w:rsidP="00A72C08">
      <w:pPr>
        <w:ind w:firstLine="0"/>
        <w:jc w:val="center"/>
        <w:rPr>
          <w:bCs/>
          <w:sz w:val="28"/>
          <w:szCs w:val="28"/>
        </w:rPr>
      </w:pPr>
    </w:p>
    <w:p w14:paraId="4FD2EC12" w14:textId="2189B03F" w:rsidR="00E15B13" w:rsidRDefault="00E15B13" w:rsidP="00A72C08">
      <w:pPr>
        <w:ind w:firstLine="0"/>
        <w:jc w:val="center"/>
        <w:rPr>
          <w:noProof/>
        </w:rPr>
      </w:pPr>
    </w:p>
    <w:p w14:paraId="313F1F44" w14:textId="77777777" w:rsidR="002A2C86" w:rsidRDefault="002A2C86" w:rsidP="00A72C08">
      <w:pPr>
        <w:ind w:firstLine="0"/>
        <w:jc w:val="center"/>
        <w:rPr>
          <w:noProof/>
        </w:rPr>
      </w:pPr>
    </w:p>
    <w:p w14:paraId="209254BF" w14:textId="77777777" w:rsidR="002A2C86" w:rsidRDefault="002A2C86" w:rsidP="00A72C08">
      <w:pPr>
        <w:ind w:firstLine="0"/>
        <w:jc w:val="center"/>
        <w:rPr>
          <w:noProof/>
        </w:rPr>
      </w:pPr>
    </w:p>
    <w:p w14:paraId="636CC0A2" w14:textId="77777777" w:rsidR="002A2C86" w:rsidRDefault="002A2C86" w:rsidP="00A72C08">
      <w:pPr>
        <w:ind w:firstLine="0"/>
        <w:jc w:val="center"/>
        <w:rPr>
          <w:noProof/>
        </w:rPr>
      </w:pPr>
    </w:p>
    <w:p w14:paraId="19D65ACE" w14:textId="77777777" w:rsidR="002A2C86" w:rsidRDefault="002A2C86" w:rsidP="00A72C08">
      <w:pPr>
        <w:ind w:firstLine="0"/>
        <w:jc w:val="center"/>
        <w:rPr>
          <w:noProof/>
        </w:rPr>
      </w:pPr>
    </w:p>
    <w:p w14:paraId="225D16F8" w14:textId="77777777" w:rsidR="002A2C86" w:rsidRDefault="002A2C86" w:rsidP="00A72C08">
      <w:pPr>
        <w:ind w:firstLine="0"/>
        <w:jc w:val="center"/>
        <w:rPr>
          <w:noProof/>
        </w:rPr>
      </w:pPr>
    </w:p>
    <w:p w14:paraId="029B939E" w14:textId="77777777" w:rsidR="002A2C86" w:rsidRDefault="002A2C86" w:rsidP="00A72C08">
      <w:pPr>
        <w:ind w:firstLine="0"/>
        <w:jc w:val="center"/>
        <w:rPr>
          <w:noProof/>
        </w:rPr>
      </w:pPr>
    </w:p>
    <w:p w14:paraId="73EDBB8E" w14:textId="77777777" w:rsidR="002A2C86" w:rsidRDefault="002A2C86" w:rsidP="00A72C08">
      <w:pPr>
        <w:ind w:firstLine="0"/>
        <w:jc w:val="center"/>
        <w:rPr>
          <w:noProof/>
        </w:rPr>
      </w:pPr>
    </w:p>
    <w:p w14:paraId="166D6858" w14:textId="77777777" w:rsidR="002A2C86" w:rsidRDefault="002A2C86" w:rsidP="00A72C08">
      <w:pPr>
        <w:ind w:firstLine="0"/>
        <w:jc w:val="center"/>
        <w:rPr>
          <w:noProof/>
        </w:rPr>
      </w:pPr>
    </w:p>
    <w:p w14:paraId="48F98E25" w14:textId="77777777" w:rsidR="002A2C86" w:rsidRDefault="002A2C86" w:rsidP="00A72C08">
      <w:pPr>
        <w:ind w:firstLine="0"/>
        <w:jc w:val="center"/>
        <w:rPr>
          <w:noProof/>
        </w:rPr>
      </w:pPr>
    </w:p>
    <w:p w14:paraId="26265ADE" w14:textId="77777777" w:rsidR="002A2C86" w:rsidRDefault="002A2C86" w:rsidP="00A72C08">
      <w:pPr>
        <w:ind w:firstLine="0"/>
        <w:jc w:val="center"/>
        <w:rPr>
          <w:noProof/>
        </w:rPr>
      </w:pPr>
    </w:p>
    <w:p w14:paraId="39E98ADD" w14:textId="77777777" w:rsidR="002A2C86" w:rsidRDefault="002A2C86" w:rsidP="00A72C08">
      <w:pPr>
        <w:ind w:firstLine="0"/>
        <w:jc w:val="center"/>
        <w:rPr>
          <w:bCs/>
          <w:sz w:val="28"/>
          <w:szCs w:val="28"/>
        </w:rPr>
      </w:pPr>
    </w:p>
    <w:p w14:paraId="4E98457B" w14:textId="77777777" w:rsidR="002835B0" w:rsidRPr="00E15B13" w:rsidRDefault="002835B0" w:rsidP="00A72C08">
      <w:pPr>
        <w:ind w:firstLine="0"/>
        <w:jc w:val="center"/>
        <w:rPr>
          <w:bCs/>
        </w:rPr>
      </w:pPr>
    </w:p>
    <w:p w14:paraId="1C1B692C" w14:textId="3A86B39B" w:rsidR="002835B0" w:rsidRDefault="002835B0" w:rsidP="002835B0">
      <w:pPr>
        <w:ind w:firstLine="0"/>
        <w:jc w:val="center"/>
        <w:sectPr w:rsidR="002835B0" w:rsidSect="002F61E0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29E6F8F" w14:textId="64BA4D32" w:rsidR="002F61E0" w:rsidRDefault="002F61E0" w:rsidP="008412DB">
      <w:pPr>
        <w:ind w:firstLine="0"/>
      </w:pPr>
      <w:r>
        <w:rPr>
          <w:b/>
        </w:rPr>
        <w:t>I</w:t>
      </w:r>
      <w:r w:rsidRPr="00EE2C52">
        <w:rPr>
          <w:b/>
        </w:rPr>
        <w:t>nwestor:</w:t>
      </w:r>
      <w:r w:rsidRPr="00EE2C52">
        <w:t xml:space="preserve"> </w:t>
      </w:r>
    </w:p>
    <w:p w14:paraId="55A5A279" w14:textId="77777777" w:rsidR="009D0C36" w:rsidRPr="00983DEF" w:rsidRDefault="009D0C36" w:rsidP="009D0C36">
      <w:pPr>
        <w:ind w:left="708" w:right="-71" w:firstLine="0"/>
      </w:pPr>
      <w:bookmarkStart w:id="0" w:name="_Hlk57020534"/>
      <w:r w:rsidRPr="00983DEF">
        <w:t>POWIAT WARSZAWSKI ZACHODNI</w:t>
      </w:r>
    </w:p>
    <w:p w14:paraId="4E56E934" w14:textId="77777777" w:rsidR="009D0C36" w:rsidRPr="00983DEF" w:rsidRDefault="009D0C36" w:rsidP="009D0C36">
      <w:pPr>
        <w:ind w:left="708" w:right="-71" w:firstLine="0"/>
      </w:pPr>
      <w:r w:rsidRPr="00983DEF">
        <w:t>ul. Poznańska 129/133</w:t>
      </w:r>
    </w:p>
    <w:p w14:paraId="773D4348" w14:textId="77777777" w:rsidR="009D0C36" w:rsidRPr="00983DEF" w:rsidRDefault="009D0C36" w:rsidP="009D0C36">
      <w:pPr>
        <w:ind w:left="708" w:right="-71" w:firstLine="0"/>
      </w:pPr>
      <w:r w:rsidRPr="00983DEF">
        <w:t>05-850 Ożarów Mazowiecki</w:t>
      </w:r>
    </w:p>
    <w:p w14:paraId="74500142" w14:textId="77777777" w:rsidR="002F61E0" w:rsidRDefault="002F61E0" w:rsidP="005E0425">
      <w:pPr>
        <w:ind w:left="708" w:firstLine="0"/>
      </w:pPr>
      <w:r>
        <w:tab/>
      </w:r>
    </w:p>
    <w:bookmarkEnd w:id="0"/>
    <w:p w14:paraId="3C4D3232" w14:textId="1455DEFB" w:rsidR="002F61E0" w:rsidRDefault="002F61E0" w:rsidP="008412DB">
      <w:pPr>
        <w:ind w:firstLine="0"/>
        <w:rPr>
          <w:b/>
        </w:rPr>
      </w:pPr>
      <w:r w:rsidRPr="00EE2C52">
        <w:rPr>
          <w:b/>
        </w:rPr>
        <w:t xml:space="preserve">Adres </w:t>
      </w:r>
      <w:r w:rsidR="00EC211B">
        <w:rPr>
          <w:b/>
        </w:rPr>
        <w:t xml:space="preserve">obiektu / </w:t>
      </w:r>
      <w:r w:rsidRPr="00EE2C52">
        <w:rPr>
          <w:b/>
        </w:rPr>
        <w:t>inwestycji:</w:t>
      </w:r>
    </w:p>
    <w:p w14:paraId="4BC5A8A8" w14:textId="77777777" w:rsidR="00DB450F" w:rsidRDefault="00DB450F" w:rsidP="002A2C86">
      <w:pPr>
        <w:ind w:left="708" w:right="-71" w:firstLine="0"/>
      </w:pPr>
      <w:r>
        <w:t xml:space="preserve">143201_4.0029.4/17 </w:t>
      </w:r>
    </w:p>
    <w:p w14:paraId="340E4344" w14:textId="77777777" w:rsidR="00DB450F" w:rsidRDefault="00DB450F" w:rsidP="00DB450F">
      <w:pPr>
        <w:ind w:left="708" w:right="-71" w:firstLine="0"/>
      </w:pPr>
      <w:r w:rsidRPr="00DB450F">
        <w:t>ul. Łąki 2</w:t>
      </w:r>
    </w:p>
    <w:p w14:paraId="4A603E57" w14:textId="5A3B67E9" w:rsidR="00DB450F" w:rsidRPr="00DB450F" w:rsidRDefault="00DB450F" w:rsidP="00DB450F">
      <w:pPr>
        <w:ind w:left="708" w:right="-71" w:firstLine="0"/>
      </w:pPr>
      <w:r w:rsidRPr="00DB450F">
        <w:t>05-870 Błonie</w:t>
      </w:r>
    </w:p>
    <w:p w14:paraId="3E3F0F3B" w14:textId="77777777" w:rsidR="00D926A2" w:rsidRDefault="00D926A2" w:rsidP="009D0C36">
      <w:pPr>
        <w:ind w:right="-185" w:firstLine="0"/>
        <w:rPr>
          <w:b/>
        </w:rPr>
      </w:pPr>
    </w:p>
    <w:p w14:paraId="3A044263" w14:textId="331B6D5B" w:rsidR="002F61E0" w:rsidRPr="007737AA" w:rsidRDefault="002F61E0" w:rsidP="009D0C36">
      <w:pPr>
        <w:ind w:right="-185" w:firstLine="0"/>
      </w:pPr>
      <w:r w:rsidRPr="00EE2C52">
        <w:rPr>
          <w:b/>
        </w:rPr>
        <w:t>Opracował:</w:t>
      </w:r>
      <w:r>
        <w:tab/>
      </w:r>
      <w:r>
        <w:tab/>
      </w:r>
      <w:r>
        <w:tab/>
      </w:r>
      <w:r>
        <w:tab/>
      </w:r>
    </w:p>
    <w:p w14:paraId="59C2A66F" w14:textId="77777777" w:rsidR="009D0C36" w:rsidRDefault="009D0C36" w:rsidP="008412DB"/>
    <w:p w14:paraId="5073951F" w14:textId="37C1A50B" w:rsidR="002F61E0" w:rsidRDefault="002F61E0" w:rsidP="008412DB">
      <w:r w:rsidRPr="00EE2C52">
        <w:t>mgr inż. Marta Dziubak</w:t>
      </w:r>
    </w:p>
    <w:p w14:paraId="7D2CB933" w14:textId="77777777" w:rsidR="002F61E0" w:rsidRDefault="002F61E0" w:rsidP="008412DB">
      <w:pPr>
        <w:ind w:left="708" w:firstLine="0"/>
      </w:pPr>
      <w:r w:rsidRPr="00EE2C52">
        <w:t>inż. Sławomir Dziubak</w:t>
      </w:r>
      <w:r>
        <w:t xml:space="preserve"> </w:t>
      </w:r>
      <w:r>
        <w:tab/>
      </w:r>
    </w:p>
    <w:p w14:paraId="37C9CBCB" w14:textId="77777777" w:rsidR="004F02F7" w:rsidRDefault="004F02F7" w:rsidP="0013140F">
      <w:pPr>
        <w:pStyle w:val="Spistreci1"/>
        <w:rPr>
          <w:rStyle w:val="Hipercze"/>
          <w:b/>
          <w:bCs/>
          <w:i/>
          <w:iCs w:val="0"/>
          <w:color w:val="auto"/>
        </w:rPr>
      </w:pPr>
    </w:p>
    <w:p w14:paraId="648C4776" w14:textId="77777777" w:rsidR="00422A55" w:rsidRDefault="00422A55" w:rsidP="002F61E0">
      <w:pPr>
        <w:jc w:val="right"/>
        <w:rPr>
          <w:b/>
          <w:bCs/>
          <w:color w:val="00B050"/>
          <w:sz w:val="48"/>
          <w:szCs w:val="48"/>
        </w:rPr>
      </w:pPr>
    </w:p>
    <w:p w14:paraId="749E671C" w14:textId="77777777" w:rsidR="00422A55" w:rsidRDefault="00422A55" w:rsidP="002F61E0">
      <w:pPr>
        <w:jc w:val="right"/>
        <w:rPr>
          <w:b/>
          <w:bCs/>
          <w:color w:val="00B050"/>
          <w:sz w:val="48"/>
          <w:szCs w:val="48"/>
        </w:rPr>
      </w:pPr>
    </w:p>
    <w:p w14:paraId="7BE696ED" w14:textId="77777777" w:rsidR="004F3F5B" w:rsidRDefault="004F3F5B" w:rsidP="002F61E0">
      <w:pPr>
        <w:jc w:val="right"/>
        <w:rPr>
          <w:b/>
          <w:bCs/>
          <w:color w:val="00B050"/>
          <w:sz w:val="48"/>
          <w:szCs w:val="48"/>
        </w:rPr>
      </w:pPr>
    </w:p>
    <w:p w14:paraId="583908BE" w14:textId="77777777" w:rsidR="004F3F5B" w:rsidRDefault="004F3F5B" w:rsidP="002F61E0">
      <w:pPr>
        <w:jc w:val="right"/>
        <w:rPr>
          <w:b/>
          <w:bCs/>
          <w:color w:val="00B050"/>
          <w:sz w:val="48"/>
          <w:szCs w:val="48"/>
        </w:rPr>
      </w:pPr>
    </w:p>
    <w:p w14:paraId="1F114A9A" w14:textId="77777777" w:rsidR="00EA63D9" w:rsidRDefault="00EA63D9" w:rsidP="002F61E0">
      <w:pPr>
        <w:jc w:val="right"/>
        <w:rPr>
          <w:b/>
          <w:bCs/>
          <w:color w:val="00B050"/>
          <w:sz w:val="48"/>
          <w:szCs w:val="48"/>
        </w:rPr>
      </w:pPr>
    </w:p>
    <w:p w14:paraId="7567A6CC" w14:textId="77777777" w:rsidR="00EA63D9" w:rsidRDefault="00EA63D9" w:rsidP="002F61E0">
      <w:pPr>
        <w:jc w:val="right"/>
        <w:rPr>
          <w:b/>
          <w:bCs/>
          <w:color w:val="00B050"/>
          <w:sz w:val="48"/>
          <w:szCs w:val="48"/>
        </w:rPr>
      </w:pPr>
    </w:p>
    <w:p w14:paraId="26C33872" w14:textId="77777777" w:rsidR="00C978B1" w:rsidRDefault="00C978B1" w:rsidP="002F61E0">
      <w:pPr>
        <w:jc w:val="right"/>
        <w:rPr>
          <w:b/>
          <w:bCs/>
          <w:color w:val="00B050"/>
          <w:sz w:val="48"/>
          <w:szCs w:val="48"/>
        </w:rPr>
      </w:pPr>
    </w:p>
    <w:p w14:paraId="2476CA6F" w14:textId="788177B1" w:rsidR="008412DB" w:rsidRDefault="002F61E0" w:rsidP="002F61E0">
      <w:pPr>
        <w:jc w:val="right"/>
        <w:rPr>
          <w:b/>
          <w:bCs/>
          <w:color w:val="00B050"/>
          <w:sz w:val="48"/>
          <w:szCs w:val="48"/>
        </w:rPr>
      </w:pPr>
      <w:r w:rsidRPr="00392A4B">
        <w:rPr>
          <w:b/>
          <w:bCs/>
          <w:color w:val="00B050"/>
          <w:sz w:val="48"/>
          <w:szCs w:val="48"/>
        </w:rPr>
        <w:t xml:space="preserve">EGZ </w:t>
      </w:r>
      <w:r w:rsidR="00ED311D">
        <w:rPr>
          <w:b/>
          <w:bCs/>
          <w:color w:val="00B050"/>
          <w:sz w:val="48"/>
          <w:szCs w:val="48"/>
        </w:rPr>
        <w:t>3</w:t>
      </w:r>
    </w:p>
    <w:p w14:paraId="7C40D492" w14:textId="77777777" w:rsidR="00777979" w:rsidRDefault="00777979">
      <w:pPr>
        <w:spacing w:after="160" w:line="259" w:lineRule="auto"/>
        <w:ind w:firstLine="0"/>
        <w:rPr>
          <w:rStyle w:val="Hipercze"/>
          <w:b/>
          <w:bCs/>
          <w:szCs w:val="22"/>
        </w:rPr>
      </w:pPr>
    </w:p>
    <w:p w14:paraId="5E27D37B" w14:textId="3C32CD9B" w:rsidR="00422A55" w:rsidRPr="00777979" w:rsidRDefault="00422A55">
      <w:pPr>
        <w:spacing w:after="160" w:line="259" w:lineRule="auto"/>
        <w:ind w:firstLine="0"/>
        <w:rPr>
          <w:rStyle w:val="Hipercze"/>
          <w:b/>
          <w:bCs/>
          <w:iCs/>
          <w:noProof/>
          <w:szCs w:val="22"/>
        </w:rPr>
        <w:sectPr w:rsidR="00422A55" w:rsidRPr="00777979" w:rsidSect="002F61E0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38E90BFF" w14:textId="77777777" w:rsidR="004D4B70" w:rsidRPr="00C559EA" w:rsidRDefault="004D4B70" w:rsidP="0013140F">
      <w:pPr>
        <w:pStyle w:val="Spistreci1"/>
        <w:rPr>
          <w:rStyle w:val="Hipercze"/>
          <w:b/>
          <w:bCs/>
        </w:rPr>
      </w:pPr>
      <w:r w:rsidRPr="00C559EA">
        <w:rPr>
          <w:rStyle w:val="Hipercze"/>
          <w:b/>
          <w:bCs/>
        </w:rPr>
        <w:lastRenderedPageBreak/>
        <w:t xml:space="preserve">Spis </w:t>
      </w:r>
      <w:r w:rsidR="007E7FDA">
        <w:rPr>
          <w:rStyle w:val="Hipercze"/>
          <w:b/>
          <w:bCs/>
        </w:rPr>
        <w:t>treśc</w:t>
      </w:r>
      <w:r w:rsidR="00B42D8D">
        <w:rPr>
          <w:rStyle w:val="Hipercze"/>
          <w:b/>
          <w:bCs/>
        </w:rPr>
        <w:t>i</w:t>
      </w:r>
    </w:p>
    <w:bookmarkStart w:id="1" w:name="_Toc41397874"/>
    <w:p w14:paraId="546F7D18" w14:textId="62E5DB76" w:rsidR="002835B0" w:rsidRDefault="00AC2ECC">
      <w:pPr>
        <w:pStyle w:val="Spistreci1"/>
        <w:rPr>
          <w:rFonts w:asciiTheme="minorHAnsi" w:eastAsiaTheme="minorEastAsia" w:hAnsiTheme="minorHAnsi" w:cstheme="minorBidi"/>
          <w:iCs w:val="0"/>
          <w:kern w:val="2"/>
          <w14:ligatures w14:val="standardContextual"/>
        </w:rPr>
      </w:pPr>
      <w:r w:rsidRPr="0003655E">
        <w:fldChar w:fldCharType="begin"/>
      </w:r>
      <w:r w:rsidR="001B5B63" w:rsidRPr="0003655E">
        <w:instrText xml:space="preserve"> TOC \o \h \z \u </w:instrText>
      </w:r>
      <w:r w:rsidRPr="0003655E">
        <w:fldChar w:fldCharType="separate"/>
      </w:r>
      <w:hyperlink w:anchor="_Toc144811716" w:history="1">
        <w:r w:rsidR="002835B0" w:rsidRPr="00740A7A">
          <w:rPr>
            <w:rStyle w:val="Hipercze"/>
          </w:rPr>
          <w:t>1</w:t>
        </w:r>
        <w:r w:rsidR="002835B0">
          <w:rPr>
            <w:rFonts w:asciiTheme="minorHAnsi" w:eastAsiaTheme="minorEastAsia" w:hAnsiTheme="minorHAnsi" w:cstheme="minorBidi"/>
            <w:iCs w:val="0"/>
            <w:kern w:val="2"/>
            <w14:ligatures w14:val="standardContextual"/>
          </w:rPr>
          <w:tab/>
        </w:r>
        <w:r w:rsidR="002835B0" w:rsidRPr="00740A7A">
          <w:rPr>
            <w:rStyle w:val="Hipercze"/>
          </w:rPr>
          <w:t>Wstęp.</w:t>
        </w:r>
        <w:r w:rsidR="002835B0">
          <w:rPr>
            <w:webHidden/>
          </w:rPr>
          <w:tab/>
        </w:r>
        <w:r w:rsidR="002835B0">
          <w:rPr>
            <w:webHidden/>
          </w:rPr>
          <w:fldChar w:fldCharType="begin"/>
        </w:r>
        <w:r w:rsidR="002835B0">
          <w:rPr>
            <w:webHidden/>
          </w:rPr>
          <w:instrText xml:space="preserve"> PAGEREF _Toc144811716 \h </w:instrText>
        </w:r>
        <w:r w:rsidR="002835B0">
          <w:rPr>
            <w:webHidden/>
          </w:rPr>
        </w:r>
        <w:r w:rsidR="002835B0">
          <w:rPr>
            <w:webHidden/>
          </w:rPr>
          <w:fldChar w:fldCharType="separate"/>
        </w:r>
        <w:r w:rsidR="00165976">
          <w:rPr>
            <w:webHidden/>
          </w:rPr>
          <w:t>2</w:t>
        </w:r>
        <w:r w:rsidR="002835B0">
          <w:rPr>
            <w:webHidden/>
          </w:rPr>
          <w:fldChar w:fldCharType="end"/>
        </w:r>
      </w:hyperlink>
    </w:p>
    <w:p w14:paraId="541ED44A" w14:textId="25F66586" w:rsidR="002835B0" w:rsidRDefault="00165976">
      <w:pPr>
        <w:pStyle w:val="Spistreci2"/>
        <w:rPr>
          <w:rFonts w:asciiTheme="minorHAnsi" w:eastAsiaTheme="minorEastAsia" w:hAnsiTheme="minorHAnsi" w:cstheme="minorBidi"/>
          <w:kern w:val="2"/>
          <w14:ligatures w14:val="standardContextual"/>
        </w:rPr>
      </w:pPr>
      <w:hyperlink w:anchor="_Toc144811717" w:history="1">
        <w:r w:rsidR="002835B0" w:rsidRPr="00740A7A">
          <w:rPr>
            <w:rStyle w:val="Hipercze"/>
            <w:bCs/>
          </w:rPr>
          <w:t>1.1</w:t>
        </w:r>
        <w:r w:rsidR="002835B0">
          <w:rPr>
            <w:rFonts w:asciiTheme="minorHAnsi" w:eastAsiaTheme="minorEastAsia" w:hAnsiTheme="minorHAnsi" w:cstheme="minorBidi"/>
            <w:kern w:val="2"/>
            <w14:ligatures w14:val="standardContextual"/>
          </w:rPr>
          <w:tab/>
        </w:r>
        <w:r w:rsidR="002835B0" w:rsidRPr="00740A7A">
          <w:rPr>
            <w:rStyle w:val="Hipercze"/>
          </w:rPr>
          <w:t>Przedmiot opracowania.</w:t>
        </w:r>
        <w:r w:rsidR="002835B0">
          <w:rPr>
            <w:webHidden/>
          </w:rPr>
          <w:tab/>
        </w:r>
        <w:r w:rsidR="002835B0">
          <w:rPr>
            <w:webHidden/>
          </w:rPr>
          <w:fldChar w:fldCharType="begin"/>
        </w:r>
        <w:r w:rsidR="002835B0">
          <w:rPr>
            <w:webHidden/>
          </w:rPr>
          <w:instrText xml:space="preserve"> PAGEREF _Toc144811717 \h </w:instrText>
        </w:r>
        <w:r w:rsidR="002835B0">
          <w:rPr>
            <w:webHidden/>
          </w:rPr>
        </w:r>
        <w:r w:rsidR="002835B0">
          <w:rPr>
            <w:webHidden/>
          </w:rPr>
          <w:fldChar w:fldCharType="separate"/>
        </w:r>
        <w:r>
          <w:rPr>
            <w:webHidden/>
          </w:rPr>
          <w:t>2</w:t>
        </w:r>
        <w:r w:rsidR="002835B0">
          <w:rPr>
            <w:webHidden/>
          </w:rPr>
          <w:fldChar w:fldCharType="end"/>
        </w:r>
      </w:hyperlink>
    </w:p>
    <w:p w14:paraId="3DC2FB2B" w14:textId="66052173" w:rsidR="002835B0" w:rsidRDefault="00165976">
      <w:pPr>
        <w:pStyle w:val="Spistreci2"/>
        <w:rPr>
          <w:rFonts w:asciiTheme="minorHAnsi" w:eastAsiaTheme="minorEastAsia" w:hAnsiTheme="minorHAnsi" w:cstheme="minorBidi"/>
          <w:kern w:val="2"/>
          <w14:ligatures w14:val="standardContextual"/>
        </w:rPr>
      </w:pPr>
      <w:hyperlink w:anchor="_Toc144811718" w:history="1">
        <w:r w:rsidR="002835B0" w:rsidRPr="00740A7A">
          <w:rPr>
            <w:rStyle w:val="Hipercze"/>
            <w:bCs/>
          </w:rPr>
          <w:t>1.2</w:t>
        </w:r>
        <w:r w:rsidR="002835B0">
          <w:rPr>
            <w:rFonts w:asciiTheme="minorHAnsi" w:eastAsiaTheme="minorEastAsia" w:hAnsiTheme="minorHAnsi" w:cstheme="minorBidi"/>
            <w:kern w:val="2"/>
            <w14:ligatures w14:val="standardContextual"/>
          </w:rPr>
          <w:tab/>
        </w:r>
        <w:r w:rsidR="002835B0" w:rsidRPr="00740A7A">
          <w:rPr>
            <w:rStyle w:val="Hipercze"/>
          </w:rPr>
          <w:t>Stan istniejący zagospodarowania terenu.</w:t>
        </w:r>
        <w:r w:rsidR="002835B0">
          <w:rPr>
            <w:webHidden/>
          </w:rPr>
          <w:tab/>
        </w:r>
        <w:r w:rsidR="002835B0">
          <w:rPr>
            <w:webHidden/>
          </w:rPr>
          <w:fldChar w:fldCharType="begin"/>
        </w:r>
        <w:r w:rsidR="002835B0">
          <w:rPr>
            <w:webHidden/>
          </w:rPr>
          <w:instrText xml:space="preserve"> PAGEREF _Toc144811718 \h </w:instrText>
        </w:r>
        <w:r w:rsidR="002835B0">
          <w:rPr>
            <w:webHidden/>
          </w:rPr>
        </w:r>
        <w:r w:rsidR="002835B0">
          <w:rPr>
            <w:webHidden/>
          </w:rPr>
          <w:fldChar w:fldCharType="separate"/>
        </w:r>
        <w:r>
          <w:rPr>
            <w:webHidden/>
          </w:rPr>
          <w:t>2</w:t>
        </w:r>
        <w:r w:rsidR="002835B0">
          <w:rPr>
            <w:webHidden/>
          </w:rPr>
          <w:fldChar w:fldCharType="end"/>
        </w:r>
      </w:hyperlink>
    </w:p>
    <w:p w14:paraId="7C2A63C1" w14:textId="739BCF21" w:rsidR="002835B0" w:rsidRDefault="00165976">
      <w:pPr>
        <w:pStyle w:val="Spistreci1"/>
        <w:rPr>
          <w:rFonts w:asciiTheme="minorHAnsi" w:eastAsiaTheme="minorEastAsia" w:hAnsiTheme="minorHAnsi" w:cstheme="minorBidi"/>
          <w:iCs w:val="0"/>
          <w:kern w:val="2"/>
          <w14:ligatures w14:val="standardContextual"/>
        </w:rPr>
      </w:pPr>
      <w:hyperlink w:anchor="_Toc144811719" w:history="1">
        <w:r w:rsidR="002835B0" w:rsidRPr="00740A7A">
          <w:rPr>
            <w:rStyle w:val="Hipercze"/>
          </w:rPr>
          <w:t>2</w:t>
        </w:r>
        <w:r w:rsidR="002835B0">
          <w:rPr>
            <w:rFonts w:asciiTheme="minorHAnsi" w:eastAsiaTheme="minorEastAsia" w:hAnsiTheme="minorHAnsi" w:cstheme="minorBidi"/>
            <w:iCs w:val="0"/>
            <w:kern w:val="2"/>
            <w14:ligatures w14:val="standardContextual"/>
          </w:rPr>
          <w:tab/>
        </w:r>
        <w:r w:rsidR="002835B0" w:rsidRPr="00740A7A">
          <w:rPr>
            <w:rStyle w:val="Hipercze"/>
          </w:rPr>
          <w:t>Usytuowanie obiektu budowlanego.</w:t>
        </w:r>
        <w:r w:rsidR="002835B0">
          <w:rPr>
            <w:webHidden/>
          </w:rPr>
          <w:tab/>
        </w:r>
        <w:r w:rsidR="002835B0">
          <w:rPr>
            <w:webHidden/>
          </w:rPr>
          <w:fldChar w:fldCharType="begin"/>
        </w:r>
        <w:r w:rsidR="002835B0">
          <w:rPr>
            <w:webHidden/>
          </w:rPr>
          <w:instrText xml:space="preserve"> PAGEREF _Toc144811719 \h </w:instrText>
        </w:r>
        <w:r w:rsidR="002835B0">
          <w:rPr>
            <w:webHidden/>
          </w:rPr>
        </w:r>
        <w:r w:rsidR="002835B0">
          <w:rPr>
            <w:webHidden/>
          </w:rPr>
          <w:fldChar w:fldCharType="separate"/>
        </w:r>
        <w:r>
          <w:rPr>
            <w:webHidden/>
          </w:rPr>
          <w:t>2</w:t>
        </w:r>
        <w:r w:rsidR="002835B0">
          <w:rPr>
            <w:webHidden/>
          </w:rPr>
          <w:fldChar w:fldCharType="end"/>
        </w:r>
      </w:hyperlink>
    </w:p>
    <w:p w14:paraId="0141D9BB" w14:textId="57EA2357" w:rsidR="002835B0" w:rsidRDefault="00165976">
      <w:pPr>
        <w:pStyle w:val="Spistreci1"/>
        <w:rPr>
          <w:rFonts w:asciiTheme="minorHAnsi" w:eastAsiaTheme="minorEastAsia" w:hAnsiTheme="minorHAnsi" w:cstheme="minorBidi"/>
          <w:iCs w:val="0"/>
          <w:kern w:val="2"/>
          <w14:ligatures w14:val="standardContextual"/>
        </w:rPr>
      </w:pPr>
      <w:hyperlink w:anchor="_Toc144811720" w:history="1">
        <w:r w:rsidR="002835B0" w:rsidRPr="00740A7A">
          <w:rPr>
            <w:rStyle w:val="Hipercze"/>
          </w:rPr>
          <w:t>3</w:t>
        </w:r>
        <w:r w:rsidR="002835B0">
          <w:rPr>
            <w:rFonts w:asciiTheme="minorHAnsi" w:eastAsiaTheme="minorEastAsia" w:hAnsiTheme="minorHAnsi" w:cstheme="minorBidi"/>
            <w:iCs w:val="0"/>
            <w:kern w:val="2"/>
            <w14:ligatures w14:val="standardContextual"/>
          </w:rPr>
          <w:tab/>
        </w:r>
        <w:r w:rsidR="002835B0" w:rsidRPr="00740A7A">
          <w:rPr>
            <w:rStyle w:val="Hipercze"/>
          </w:rPr>
          <w:t>Opis i charakterystyka obiektu budowlanego.</w:t>
        </w:r>
        <w:r w:rsidR="002835B0">
          <w:rPr>
            <w:webHidden/>
          </w:rPr>
          <w:tab/>
        </w:r>
        <w:r w:rsidR="002835B0">
          <w:rPr>
            <w:webHidden/>
          </w:rPr>
          <w:fldChar w:fldCharType="begin"/>
        </w:r>
        <w:r w:rsidR="002835B0">
          <w:rPr>
            <w:webHidden/>
          </w:rPr>
          <w:instrText xml:space="preserve"> PAGEREF _Toc144811720 \h </w:instrText>
        </w:r>
        <w:r w:rsidR="002835B0">
          <w:rPr>
            <w:webHidden/>
          </w:rPr>
        </w:r>
        <w:r w:rsidR="002835B0">
          <w:rPr>
            <w:webHidden/>
          </w:rPr>
          <w:fldChar w:fldCharType="separate"/>
        </w:r>
        <w:r>
          <w:rPr>
            <w:webHidden/>
          </w:rPr>
          <w:t>3</w:t>
        </w:r>
        <w:r w:rsidR="002835B0">
          <w:rPr>
            <w:webHidden/>
          </w:rPr>
          <w:fldChar w:fldCharType="end"/>
        </w:r>
      </w:hyperlink>
    </w:p>
    <w:p w14:paraId="1FF7A6FA" w14:textId="564A7CBA" w:rsidR="00E93F3F" w:rsidRDefault="00AC2ECC" w:rsidP="00E93F3F">
      <w:pPr>
        <w:pStyle w:val="Spistreci1"/>
        <w:rPr>
          <w:b/>
          <w:iCs w:val="0"/>
        </w:rPr>
      </w:pPr>
      <w:r w:rsidRPr="0003655E">
        <w:rPr>
          <w:b/>
          <w:iCs w:val="0"/>
        </w:rPr>
        <w:fldChar w:fldCharType="end"/>
      </w:r>
    </w:p>
    <w:p w14:paraId="203AE9FA" w14:textId="77777777" w:rsidR="002835B0" w:rsidRDefault="002835B0" w:rsidP="002835B0">
      <w:pPr>
        <w:rPr>
          <w:rFonts w:eastAsiaTheme="minorEastAsia"/>
        </w:rPr>
      </w:pPr>
    </w:p>
    <w:p w14:paraId="610ADCEA" w14:textId="2A971B9A" w:rsidR="002835B0" w:rsidRDefault="002835B0" w:rsidP="002835B0">
      <w:pPr>
        <w:rPr>
          <w:rFonts w:eastAsiaTheme="minorEastAsia"/>
        </w:rPr>
      </w:pPr>
      <w:r>
        <w:rPr>
          <w:rFonts w:eastAsiaTheme="minorEastAsia"/>
        </w:rPr>
        <w:t>Spis rysunków:</w:t>
      </w:r>
    </w:p>
    <w:p w14:paraId="7E2FAAD7" w14:textId="77777777" w:rsidR="002835B0" w:rsidRDefault="002835B0" w:rsidP="002835B0">
      <w:pPr>
        <w:rPr>
          <w:rFonts w:eastAsiaTheme="minorEastAsia"/>
        </w:rPr>
      </w:pPr>
    </w:p>
    <w:p w14:paraId="49D5E51B" w14:textId="4A90C2D1" w:rsidR="002835B0" w:rsidRDefault="002835B0" w:rsidP="002835B0">
      <w:pPr>
        <w:rPr>
          <w:rFonts w:eastAsiaTheme="minorEastAsia"/>
        </w:rPr>
      </w:pPr>
      <w:r>
        <w:rPr>
          <w:rFonts w:eastAsiaTheme="minorEastAsia"/>
        </w:rPr>
        <w:t>SM1</w:t>
      </w:r>
      <w:r w:rsidR="002910D2">
        <w:rPr>
          <w:rFonts w:eastAsiaTheme="minorEastAsia"/>
        </w:rPr>
        <w:t>23</w:t>
      </w:r>
      <w:r>
        <w:rPr>
          <w:rFonts w:eastAsiaTheme="minorEastAsia"/>
        </w:rPr>
        <w:t>/PZT/01</w:t>
      </w:r>
      <w:r>
        <w:rPr>
          <w:rFonts w:eastAsiaTheme="minorEastAsia"/>
        </w:rPr>
        <w:tab/>
        <w:t>Usytuowanie obiektu budowlanego.</w:t>
      </w:r>
    </w:p>
    <w:p w14:paraId="6A65B507" w14:textId="0FE701F8" w:rsidR="0040136C" w:rsidRDefault="0040136C" w:rsidP="002835B0">
      <w:pPr>
        <w:rPr>
          <w:rFonts w:eastAsiaTheme="minorEastAsia"/>
        </w:rPr>
      </w:pPr>
      <w:r>
        <w:rPr>
          <w:rFonts w:eastAsiaTheme="minorEastAsia"/>
        </w:rPr>
        <w:t>SM123/PZT/02</w:t>
      </w:r>
      <w:r>
        <w:rPr>
          <w:rFonts w:eastAsiaTheme="minorEastAsia"/>
        </w:rPr>
        <w:tab/>
        <w:t>Mapa zasadnicza</w:t>
      </w:r>
    </w:p>
    <w:p w14:paraId="0E7409A9" w14:textId="66B1E921" w:rsidR="002D2764" w:rsidRDefault="00AB5E4D" w:rsidP="000A3240">
      <w:pPr>
        <w:pStyle w:val="Nagwek1"/>
      </w:pPr>
      <w:r w:rsidRPr="00CF64C1">
        <w:br w:type="page"/>
      </w:r>
      <w:bookmarkStart w:id="2" w:name="_Toc144811716"/>
      <w:bookmarkEnd w:id="1"/>
      <w:r w:rsidR="000A3240">
        <w:lastRenderedPageBreak/>
        <w:t>W</w:t>
      </w:r>
      <w:r w:rsidR="002D2764">
        <w:t>stęp.</w:t>
      </w:r>
      <w:bookmarkEnd w:id="2"/>
    </w:p>
    <w:p w14:paraId="33E01B81" w14:textId="77777777" w:rsidR="002D2764" w:rsidRDefault="002D2764" w:rsidP="002D2764">
      <w:pPr>
        <w:pStyle w:val="Nagwek2"/>
      </w:pPr>
      <w:bookmarkStart w:id="3" w:name="_Toc144811717"/>
      <w:r>
        <w:t>Przedmiot opracowania.</w:t>
      </w:r>
      <w:bookmarkEnd w:id="3"/>
    </w:p>
    <w:p w14:paraId="474D7A9F" w14:textId="1E150BEB" w:rsidR="002A2C86" w:rsidRPr="00983DEF" w:rsidRDefault="002D2764" w:rsidP="002A2C86">
      <w:pPr>
        <w:ind w:firstLine="708"/>
      </w:pPr>
      <w:r>
        <w:t>P</w:t>
      </w:r>
      <w:r w:rsidRPr="001D16E4">
        <w:t>rzedmiotem opracowania jest projekt</w:t>
      </w:r>
      <w:r w:rsidR="00D926A2">
        <w:t xml:space="preserve"> </w:t>
      </w:r>
      <w:r w:rsidR="00A33A8E">
        <w:t>terenu rekreacyjnego</w:t>
      </w:r>
      <w:r w:rsidR="00D926A2">
        <w:t xml:space="preserve"> – elementu małej architektury, ustawionej </w:t>
      </w:r>
      <w:r w:rsidR="002A2C86" w:rsidRPr="00983DEF">
        <w:t xml:space="preserve">na terenie </w:t>
      </w:r>
      <w:r w:rsidR="00DB450F">
        <w:t>Zespół szkół nr 1 im. Melchiora Wańkowicza w Błoniu.</w:t>
      </w:r>
    </w:p>
    <w:p w14:paraId="0265F9E9" w14:textId="69C73CE3" w:rsidR="002A2C86" w:rsidRPr="00983DEF" w:rsidRDefault="002A2C86" w:rsidP="002A2C86">
      <w:r w:rsidRPr="00983DEF">
        <w:t xml:space="preserve">W ramach zamierzenia przewiduje się montaż </w:t>
      </w:r>
      <w:r w:rsidR="00DB450F">
        <w:t>toru przeszkód.</w:t>
      </w:r>
    </w:p>
    <w:p w14:paraId="0DFBFA02" w14:textId="27FED43C" w:rsidR="00D926A2" w:rsidRDefault="00D926A2" w:rsidP="002D2764"/>
    <w:p w14:paraId="33B182DC" w14:textId="6109C03F" w:rsidR="002D2764" w:rsidRDefault="00D926A2" w:rsidP="002D2764">
      <w:r>
        <w:t>Dokumentacja przeznaczona jest do przeprowadzenia procedury zgłoszenia budowy obiektu budowalnego i przekazania podstawowych wytycznych wykonawczych</w:t>
      </w:r>
    </w:p>
    <w:p w14:paraId="66C7D449" w14:textId="77777777" w:rsidR="00CC1D53" w:rsidRDefault="00CC1D53" w:rsidP="002D2764"/>
    <w:p w14:paraId="66E14F02" w14:textId="1671EFC6" w:rsidR="00CC1D53" w:rsidRPr="00CC1D53" w:rsidRDefault="00CC1D53" w:rsidP="002D2764">
      <w:pPr>
        <w:rPr>
          <w:b/>
          <w:bCs/>
        </w:rPr>
      </w:pPr>
      <w:r w:rsidRPr="00CC1D53">
        <w:rPr>
          <w:b/>
          <w:bCs/>
        </w:rPr>
        <w:t>Inwestor:</w:t>
      </w:r>
    </w:p>
    <w:p w14:paraId="2301793E" w14:textId="77777777" w:rsidR="00CC1D53" w:rsidRPr="00983DEF" w:rsidRDefault="00CC1D53" w:rsidP="00CC1D53">
      <w:pPr>
        <w:ind w:left="708" w:right="-71" w:firstLine="0"/>
      </w:pPr>
      <w:r w:rsidRPr="00983DEF">
        <w:t>POWIAT WARSZAWSKI ZACHODNI</w:t>
      </w:r>
    </w:p>
    <w:p w14:paraId="0A9501B0" w14:textId="77777777" w:rsidR="00CC1D53" w:rsidRPr="00983DEF" w:rsidRDefault="00CC1D53" w:rsidP="00CC1D53">
      <w:pPr>
        <w:ind w:left="708" w:right="-71" w:firstLine="0"/>
      </w:pPr>
      <w:r w:rsidRPr="00983DEF">
        <w:t>ul. Poznańska 129/133</w:t>
      </w:r>
    </w:p>
    <w:p w14:paraId="116E7F54" w14:textId="77777777" w:rsidR="00CC1D53" w:rsidRDefault="00CC1D53" w:rsidP="00CC1D53">
      <w:pPr>
        <w:ind w:left="708" w:right="-71" w:firstLine="0"/>
      </w:pPr>
      <w:r w:rsidRPr="00983DEF">
        <w:t>05-850 Ożarów Mazowiecki</w:t>
      </w:r>
    </w:p>
    <w:p w14:paraId="64E49065" w14:textId="77777777" w:rsidR="00D926A2" w:rsidRDefault="00D926A2" w:rsidP="00CC1D53">
      <w:pPr>
        <w:ind w:left="708" w:right="-71" w:firstLine="0"/>
      </w:pPr>
    </w:p>
    <w:p w14:paraId="0510A5B3" w14:textId="33C85EC0" w:rsidR="00D926A2" w:rsidRPr="00D926A2" w:rsidRDefault="00D926A2" w:rsidP="00D926A2">
      <w:pPr>
        <w:rPr>
          <w:b/>
          <w:bCs/>
        </w:rPr>
      </w:pPr>
      <w:r w:rsidRPr="00D926A2">
        <w:rPr>
          <w:b/>
          <w:bCs/>
        </w:rPr>
        <w:t>Lokalizacja:</w:t>
      </w:r>
    </w:p>
    <w:p w14:paraId="2B680525" w14:textId="77777777" w:rsidR="00DB450F" w:rsidRDefault="00DB450F" w:rsidP="00DB450F">
      <w:pPr>
        <w:ind w:left="708" w:right="-71" w:firstLine="0"/>
      </w:pPr>
      <w:r>
        <w:t xml:space="preserve">143201_4.0029.4/17 </w:t>
      </w:r>
    </w:p>
    <w:p w14:paraId="509A1A7B" w14:textId="77777777" w:rsidR="00DB450F" w:rsidRDefault="00DB450F" w:rsidP="00DB450F">
      <w:pPr>
        <w:ind w:left="708" w:right="-71" w:firstLine="0"/>
      </w:pPr>
      <w:r w:rsidRPr="00DB450F">
        <w:t>ul. Łąki 2</w:t>
      </w:r>
    </w:p>
    <w:p w14:paraId="42F6C9CF" w14:textId="77777777" w:rsidR="00DB450F" w:rsidRPr="00DB450F" w:rsidRDefault="00DB450F" w:rsidP="00DB450F">
      <w:pPr>
        <w:ind w:left="708" w:right="-71" w:firstLine="0"/>
      </w:pPr>
      <w:r w:rsidRPr="00DB450F">
        <w:t>05-870 Błonie</w:t>
      </w:r>
    </w:p>
    <w:p w14:paraId="5F2C3766" w14:textId="77777777" w:rsidR="002D2764" w:rsidRDefault="002D2764" w:rsidP="002D2764"/>
    <w:p w14:paraId="6A9DB244" w14:textId="57B6F31F" w:rsidR="002D2764" w:rsidRDefault="002D2764" w:rsidP="002D2764">
      <w:pPr>
        <w:pStyle w:val="Nagwek2"/>
      </w:pPr>
      <w:bookmarkStart w:id="4" w:name="_Toc144811718"/>
      <w:r>
        <w:t>Stan istniejący</w:t>
      </w:r>
      <w:r w:rsidR="00D926A2">
        <w:t xml:space="preserve"> zagospodarowania terenu</w:t>
      </w:r>
      <w:r>
        <w:t>.</w:t>
      </w:r>
      <w:bookmarkEnd w:id="4"/>
    </w:p>
    <w:p w14:paraId="3510BAC5" w14:textId="64EFE162" w:rsidR="00690777" w:rsidRDefault="00AA4022" w:rsidP="00690777">
      <w:r>
        <w:t xml:space="preserve">Teren </w:t>
      </w:r>
      <w:r w:rsidR="00DB450F">
        <w:t xml:space="preserve">Zespołu Szkół w Błoniu </w:t>
      </w:r>
      <w:r>
        <w:t xml:space="preserve">zagospodarowany jest jako typowy teren </w:t>
      </w:r>
      <w:r w:rsidR="00DB450F">
        <w:t>przyszkolny</w:t>
      </w:r>
      <w:r>
        <w:t xml:space="preserve">. Wokół głównego budynku znajdują się: utwardzony dojazd i chodniki, zabudowania gospodarcze i techniczne, trawniki oraz ozdobna zieleń parkowa. Teren wokół budynku głównego służy do obsługi </w:t>
      </w:r>
      <w:proofErr w:type="spellStart"/>
      <w:r>
        <w:t>komunikacyjno</w:t>
      </w:r>
      <w:proofErr w:type="spellEnd"/>
      <w:r>
        <w:t xml:space="preserve"> technicznej obiektu oraz rekreacji dzieci i młodzieży korzystającej z obiektu.</w:t>
      </w:r>
    </w:p>
    <w:p w14:paraId="615B8D19" w14:textId="1515271F" w:rsidR="00AA4022" w:rsidRDefault="00AA4022" w:rsidP="00690777">
      <w:r>
        <w:t xml:space="preserve">W miejscu planowanego </w:t>
      </w:r>
      <w:r w:rsidR="00561044">
        <w:t>miejsca rekreacji</w:t>
      </w:r>
      <w:r>
        <w:t xml:space="preserve"> obecnie znajduje się niezagospodarowany trawnik.</w:t>
      </w:r>
    </w:p>
    <w:p w14:paraId="32D4DB81" w14:textId="7B4EB156" w:rsidR="00CC1D53" w:rsidRPr="00690777" w:rsidRDefault="00CC1D53" w:rsidP="00690777"/>
    <w:p w14:paraId="693F2B32" w14:textId="24273048" w:rsidR="008412DB" w:rsidRPr="00042B8C" w:rsidRDefault="002D2764" w:rsidP="008412DB">
      <w:pPr>
        <w:pStyle w:val="Nagwek1"/>
      </w:pPr>
      <w:bookmarkStart w:id="5" w:name="_Toc144811719"/>
      <w:r>
        <w:t>Usytuowanie obiektu budowlanego.</w:t>
      </w:r>
      <w:bookmarkEnd w:id="5"/>
    </w:p>
    <w:p w14:paraId="2FB0B693" w14:textId="77777777" w:rsidR="00ED311D" w:rsidRDefault="00ED311D" w:rsidP="00ED311D">
      <w:pPr>
        <w:rPr>
          <w:szCs w:val="22"/>
        </w:rPr>
      </w:pPr>
      <w:bookmarkStart w:id="6" w:name="_Toc41397879"/>
      <w:bookmarkStart w:id="7" w:name="_Toc54760012"/>
      <w:bookmarkStart w:id="8" w:name="_Toc57089455"/>
      <w:bookmarkStart w:id="9" w:name="_Toc64624955"/>
      <w:r>
        <w:rPr>
          <w:szCs w:val="22"/>
        </w:rPr>
        <w:t>Obiekt małej architektury – miejsce rekreacji zaplanowano ustawić po północnej stronie budynku głównego, bezpośrednio w terenie zielonym, wkomponowując ją w otaczające obiekty i zieleń.</w:t>
      </w:r>
    </w:p>
    <w:p w14:paraId="29590370" w14:textId="77777777" w:rsidR="00ED311D" w:rsidRDefault="00ED311D" w:rsidP="00ED311D">
      <w:pPr>
        <w:rPr>
          <w:szCs w:val="22"/>
        </w:rPr>
      </w:pPr>
      <w:r>
        <w:rPr>
          <w:szCs w:val="22"/>
        </w:rPr>
        <w:t>Maksymalna wysokość instalowanych elementów wyniesie 1,6m. Przy wysokości dolnej krawędzi najniżej położonych okien budynku większej niż 1m wysokość przesłaniania według §13 WT, p1.1a) i p2 nie przekroczy 1m, przy odległości toru przeszkód &gt;2m od ściany budynku, przesłanianie naturalnego oświetlenia nie będzie występowało.</w:t>
      </w:r>
    </w:p>
    <w:p w14:paraId="2561BD26" w14:textId="77777777" w:rsidR="00DB3AE7" w:rsidRDefault="00DB3AE7" w:rsidP="007417EE"/>
    <w:p w14:paraId="637C9653" w14:textId="77777777" w:rsidR="00A33A8E" w:rsidRDefault="00A33A8E">
      <w:pPr>
        <w:spacing w:after="160" w:line="259" w:lineRule="auto"/>
        <w:ind w:firstLine="0"/>
        <w:rPr>
          <w:rFonts w:eastAsiaTheme="majorEastAsia" w:cstheme="majorBidi"/>
          <w:b/>
          <w:caps/>
          <w:sz w:val="32"/>
          <w:szCs w:val="32"/>
        </w:rPr>
      </w:pPr>
      <w:bookmarkStart w:id="10" w:name="_Toc144811720"/>
      <w:r>
        <w:br w:type="page"/>
      </w:r>
    </w:p>
    <w:p w14:paraId="09720A32" w14:textId="5D9620FE" w:rsidR="00756D6F" w:rsidRPr="00042B8C" w:rsidRDefault="00756D6F" w:rsidP="00756D6F">
      <w:pPr>
        <w:pStyle w:val="Nagwek1"/>
      </w:pPr>
      <w:r>
        <w:lastRenderedPageBreak/>
        <w:t>Opis i charakterystyka obiektu budowlanego.</w:t>
      </w:r>
      <w:bookmarkEnd w:id="10"/>
    </w:p>
    <w:p w14:paraId="313C2032" w14:textId="3E3A5D1E" w:rsidR="00CC4680" w:rsidRDefault="00DB450F" w:rsidP="00756D6F">
      <w:r>
        <w:t xml:space="preserve">Na </w:t>
      </w:r>
      <w:r w:rsidR="00A33A8E">
        <w:t>terenie rekreacyjnym</w:t>
      </w:r>
      <w:r>
        <w:t xml:space="preserve"> przewiduje się montaż toru przeszkód o wymiarach </w:t>
      </w:r>
      <w:r w:rsidRPr="00DB450F">
        <w:t>2m x 14,2m x 1,6m</w:t>
      </w:r>
      <w:r>
        <w:t xml:space="preserve">. Teren pod </w:t>
      </w:r>
      <w:r w:rsidR="00CF5731">
        <w:t xml:space="preserve">torem </w:t>
      </w:r>
      <w:r w:rsidR="00A33A8E">
        <w:t>przeszkód</w:t>
      </w:r>
      <w:r w:rsidR="00CF5731">
        <w:t xml:space="preserve"> i wokół niego planuje się wyłożyć matą przerostową.</w:t>
      </w:r>
      <w:r w:rsidR="00A33A8E">
        <w:t xml:space="preserve"> Tor przeszkód wymaga strefy bezpieczeństwa o wymiarach </w:t>
      </w:r>
      <w:r w:rsidR="00A33A8E" w:rsidRPr="00A33A8E">
        <w:t>4 x 17,2</w:t>
      </w:r>
      <w:r w:rsidR="00A33A8E">
        <w:t xml:space="preserve">, będzie to obszar wyłożony matą przerostową. </w:t>
      </w:r>
    </w:p>
    <w:p w14:paraId="29D02039" w14:textId="4B3988D6" w:rsidR="00A33A8E" w:rsidRDefault="00CF5731" w:rsidP="00A33A8E">
      <w:r>
        <w:t>Kart</w:t>
      </w:r>
      <w:r w:rsidR="00561044">
        <w:t>ę</w:t>
      </w:r>
      <w:r>
        <w:t xml:space="preserve"> katalogow</w:t>
      </w:r>
      <w:r w:rsidR="00561044">
        <w:t>ą</w:t>
      </w:r>
      <w:r>
        <w:t xml:space="preserve"> </w:t>
      </w:r>
      <w:r w:rsidR="00561044">
        <w:t>toru przeszkód</w:t>
      </w:r>
      <w:r>
        <w:t xml:space="preserve"> – jest to produkt typowy, montowany jako gotowy zestaw zakupiony od producenta/dystrybutora, zamieszczona w załączniku.</w:t>
      </w:r>
      <w:r w:rsidR="00A33A8E">
        <w:t xml:space="preserve"> </w:t>
      </w:r>
    </w:p>
    <w:p w14:paraId="5DAC051C" w14:textId="15402A47" w:rsidR="00A33A8E" w:rsidRDefault="00CF5731" w:rsidP="00A33A8E">
      <w:r>
        <w:t>Mata przerostowa – utwardzenie terenu wykonane w postaci paneli z tworzywa umożliwiających swobodny przerost trawy. Matą zostanie wyłożon</w:t>
      </w:r>
      <w:r w:rsidR="00561044">
        <w:t>e całe miejsce rekreacji</w:t>
      </w:r>
      <w:r>
        <w:t xml:space="preserve"> oraz w obrębie maty zostanie założony nowy trawnik. Kartę katalogową przykładowej maty zamieszczono w załączniku.</w:t>
      </w:r>
      <w:r w:rsidR="00A33A8E" w:rsidRPr="00A33A8E">
        <w:t xml:space="preserve"> </w:t>
      </w:r>
      <w:r w:rsidR="00A33A8E">
        <w:t>Budowa maty pozwala na swobodną wegetację trawnika. Bilans terenu dla działki nie zmieni się</w:t>
      </w:r>
      <w:r w:rsidR="00561044">
        <w:t>.</w:t>
      </w:r>
    </w:p>
    <w:p w14:paraId="1631A8C8" w14:textId="34B964E7" w:rsidR="00561044" w:rsidRDefault="00561044" w:rsidP="00561044">
      <w:r>
        <w:t>Cały teren zespołu szkół jest ogrodzony, nie przewiduje się dodatkowego wygradzania miejsca rekreacji.</w:t>
      </w:r>
    </w:p>
    <w:p w14:paraId="505CE107" w14:textId="77777777" w:rsidR="00561044" w:rsidRDefault="00561044" w:rsidP="00A33A8E"/>
    <w:p w14:paraId="19392979" w14:textId="2B4CF06B" w:rsidR="00CF5731" w:rsidRDefault="00CF5731" w:rsidP="00756D6F"/>
    <w:bookmarkEnd w:id="6"/>
    <w:bookmarkEnd w:id="7"/>
    <w:bookmarkEnd w:id="8"/>
    <w:bookmarkEnd w:id="9"/>
    <w:sectPr w:rsidR="00CF5731" w:rsidSect="00F75632">
      <w:footerReference w:type="default" r:id="rId14"/>
      <w:pgSz w:w="11906" w:h="16838"/>
      <w:pgMar w:top="1276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AE44A" w14:textId="77777777" w:rsidR="001C1143" w:rsidRDefault="001C1143" w:rsidP="002F61E0">
      <w:r>
        <w:separator/>
      </w:r>
    </w:p>
  </w:endnote>
  <w:endnote w:type="continuationSeparator" w:id="0">
    <w:p w14:paraId="0EED7015" w14:textId="77777777" w:rsidR="001C1143" w:rsidRDefault="001C1143" w:rsidP="002F6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69123" w14:textId="77777777" w:rsidR="001C1143" w:rsidRDefault="001C1143">
    <w:pPr>
      <w:pStyle w:val="Stopka"/>
      <w:framePr w:wrap="around" w:vAnchor="text" w:hAnchor="margin" w:xAlign="right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end"/>
    </w:r>
  </w:p>
  <w:p w14:paraId="32BAD3B8" w14:textId="77777777" w:rsidR="001C1143" w:rsidRDefault="001C11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978EB" w14:textId="77777777" w:rsidR="001C1143" w:rsidRPr="00752BDF" w:rsidRDefault="001C1143" w:rsidP="00DA2B86">
    <w:pPr>
      <w:pStyle w:val="SMPasek"/>
    </w:pPr>
    <w:r>
      <w:fldChar w:fldCharType="begin"/>
    </w:r>
    <w:r>
      <w:instrText>PAGE</w:instrText>
    </w:r>
    <w:r>
      <w:fldChar w:fldCharType="separate"/>
    </w:r>
    <w:r>
      <w:rPr>
        <w:noProof/>
      </w:rPr>
      <w:t>89</w:t>
    </w:r>
    <w:r>
      <w:rPr>
        <w:noProof/>
      </w:rPr>
      <w:fldChar w:fldCharType="end"/>
    </w:r>
    <w:r w:rsidRPr="002C4708">
      <w:t xml:space="preserve"> /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89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6A964" w14:textId="35EA8641" w:rsidR="001C1143" w:rsidRPr="00006BE7" w:rsidRDefault="00A33A8E" w:rsidP="00006BE7">
    <w:pPr>
      <w:pStyle w:val="Stopka"/>
      <w:jc w:val="center"/>
      <w:rPr>
        <w:b/>
        <w:bCs/>
      </w:rPr>
    </w:pPr>
    <w:r>
      <w:rPr>
        <w:b/>
        <w:bCs/>
      </w:rPr>
      <w:t>12</w:t>
    </w:r>
    <w:r w:rsidR="00B00E81">
      <w:rPr>
        <w:b/>
        <w:bCs/>
      </w:rPr>
      <w:t>.</w:t>
    </w:r>
    <w:r>
      <w:rPr>
        <w:b/>
        <w:bCs/>
      </w:rPr>
      <w:t>02</w:t>
    </w:r>
    <w:r w:rsidR="00126DE5">
      <w:rPr>
        <w:b/>
        <w:bCs/>
      </w:rPr>
      <w:t>.202</w:t>
    </w:r>
    <w:r>
      <w:rPr>
        <w:b/>
        <w:bCs/>
      </w:rPr>
      <w:t>4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61349" w14:textId="4F62A257" w:rsidR="001C1143" w:rsidRPr="00752BDF" w:rsidRDefault="00C62C2D" w:rsidP="00DA2B86">
    <w:pPr>
      <w:pStyle w:val="SMPasek"/>
    </w:pPr>
    <w:r>
      <w:rPr>
        <w:b w:val="0"/>
        <w:bCs/>
      </w:rPr>
      <w:t xml:space="preserve">ZGŁOSZENIE </w:t>
    </w:r>
    <w:r w:rsidR="001C1143" w:rsidRPr="00EA63D9">
      <w:rPr>
        <w:b w:val="0"/>
        <w:bCs/>
      </w:rPr>
      <w:t xml:space="preserve"> str. -</w:t>
    </w:r>
    <w:r w:rsidR="001C1143">
      <w:t xml:space="preserve"> </w:t>
    </w:r>
    <w:r w:rsidR="001C1143">
      <w:fldChar w:fldCharType="begin"/>
    </w:r>
    <w:r w:rsidR="001C1143">
      <w:instrText>PAGE</w:instrText>
    </w:r>
    <w:r w:rsidR="001C1143">
      <w:fldChar w:fldCharType="separate"/>
    </w:r>
    <w:r w:rsidR="001C1143">
      <w:rPr>
        <w:noProof/>
      </w:rPr>
      <w:t>89</w:t>
    </w:r>
    <w:r w:rsidR="001C114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510CD" w14:textId="77777777" w:rsidR="001C1143" w:rsidRDefault="001C1143" w:rsidP="002F61E0">
      <w:r>
        <w:separator/>
      </w:r>
    </w:p>
  </w:footnote>
  <w:footnote w:type="continuationSeparator" w:id="0">
    <w:p w14:paraId="6C7D4053" w14:textId="77777777" w:rsidR="001C1143" w:rsidRDefault="001C1143" w:rsidP="002F61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5DE8D" w14:textId="3D51C827" w:rsidR="001C1143" w:rsidRPr="00881F66" w:rsidRDefault="00A33A8E" w:rsidP="00DA2B86">
    <w:pPr>
      <w:pStyle w:val="SMPasek"/>
      <w:rPr>
        <w:rFonts w:ascii="Tw Cen MT" w:hAnsi="Tw Cen MT"/>
        <w:color w:val="C0C0C0"/>
      </w:rPr>
    </w:pPr>
    <w:r>
      <w:t>Teren rekreacyjny – Błonie</w:t>
    </w:r>
    <w:r w:rsidR="001525B6">
      <w:rPr>
        <w:rFonts w:ascii="Tw Cen MT" w:hAnsi="Tw Cen MT"/>
        <w:color w:val="C0C0C0"/>
      </w:rPr>
      <w:t xml:space="preserve"> </w:t>
    </w:r>
    <w:r w:rsidR="001C1143">
      <w:rPr>
        <w:rFonts w:ascii="Tw Cen MT" w:hAnsi="Tw Cen MT"/>
        <w:color w:val="C0C0C0"/>
      </w:rPr>
      <w:t>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CF8034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2287773"/>
    <w:multiLevelType w:val="hybridMultilevel"/>
    <w:tmpl w:val="7CE02B12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3B73E32"/>
    <w:multiLevelType w:val="hybridMultilevel"/>
    <w:tmpl w:val="958A473A"/>
    <w:lvl w:ilvl="0" w:tplc="A01258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5C631A4"/>
    <w:multiLevelType w:val="hybridMultilevel"/>
    <w:tmpl w:val="E59887CE"/>
    <w:lvl w:ilvl="0" w:tplc="6520098A">
      <w:start w:val="1"/>
      <w:numFmt w:val="bullet"/>
      <w:pStyle w:val="SMPunktowanie"/>
      <w:lvlText w:val="-"/>
      <w:lvlJc w:val="left"/>
      <w:pPr>
        <w:ind w:left="1211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A476E37"/>
    <w:multiLevelType w:val="hybridMultilevel"/>
    <w:tmpl w:val="A936ED62"/>
    <w:lvl w:ilvl="0" w:tplc="C0B44C6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27C4A0A"/>
    <w:multiLevelType w:val="hybridMultilevel"/>
    <w:tmpl w:val="510CB0F0"/>
    <w:lvl w:ilvl="0" w:tplc="30D853E8">
      <w:start w:val="1"/>
      <w:numFmt w:val="bullet"/>
      <w:lvlText w:val="-"/>
      <w:lvlJc w:val="left"/>
      <w:pPr>
        <w:ind w:left="1429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4761B1D"/>
    <w:multiLevelType w:val="hybridMultilevel"/>
    <w:tmpl w:val="2892CDA0"/>
    <w:lvl w:ilvl="0" w:tplc="E0303EE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51E6073"/>
    <w:multiLevelType w:val="hybridMultilevel"/>
    <w:tmpl w:val="6B5643E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07B4EE2"/>
    <w:multiLevelType w:val="hybridMultilevel"/>
    <w:tmpl w:val="A936ED62"/>
    <w:lvl w:ilvl="0" w:tplc="FFFFFFFF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1496E45"/>
    <w:multiLevelType w:val="hybridMultilevel"/>
    <w:tmpl w:val="1B304B76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BC400A0"/>
    <w:multiLevelType w:val="hybridMultilevel"/>
    <w:tmpl w:val="48925FFA"/>
    <w:lvl w:ilvl="0" w:tplc="A012589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F1E2E94"/>
    <w:multiLevelType w:val="multilevel"/>
    <w:tmpl w:val="E146F33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SM66/PZT/0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SM66/A/0%6."/>
      <w:lvlJc w:val="left"/>
      <w:pPr>
        <w:ind w:left="1152" w:hanging="1152"/>
      </w:pPr>
      <w:rPr>
        <w:rFonts w:hint="default"/>
      </w:rPr>
    </w:lvl>
    <w:lvl w:ilvl="6">
      <w:start w:val="2"/>
      <w:numFmt w:val="decimal"/>
      <w:lvlText w:val="SM45/A/0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46073793"/>
    <w:multiLevelType w:val="hybridMultilevel"/>
    <w:tmpl w:val="A5A4132C"/>
    <w:lvl w:ilvl="0" w:tplc="D960CE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77476AD"/>
    <w:multiLevelType w:val="hybridMultilevel"/>
    <w:tmpl w:val="3EB86D7E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B1F1CE6"/>
    <w:multiLevelType w:val="hybridMultilevel"/>
    <w:tmpl w:val="3AD2E0A2"/>
    <w:lvl w:ilvl="0" w:tplc="D960CE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234811"/>
    <w:multiLevelType w:val="hybridMultilevel"/>
    <w:tmpl w:val="0F6E3A82"/>
    <w:lvl w:ilvl="0" w:tplc="A01258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1711D36"/>
    <w:multiLevelType w:val="hybridMultilevel"/>
    <w:tmpl w:val="8D9E90CE"/>
    <w:lvl w:ilvl="0" w:tplc="30D853E8">
      <w:start w:val="1"/>
      <w:numFmt w:val="bullet"/>
      <w:lvlText w:val="-"/>
      <w:lvlJc w:val="left"/>
      <w:pPr>
        <w:ind w:left="1429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7017C73"/>
    <w:multiLevelType w:val="hybridMultilevel"/>
    <w:tmpl w:val="41027BEA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2F9284D"/>
    <w:multiLevelType w:val="hybridMultilevel"/>
    <w:tmpl w:val="A936ED62"/>
    <w:lvl w:ilvl="0" w:tplc="FFFFFFFF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42236E1"/>
    <w:multiLevelType w:val="hybridMultilevel"/>
    <w:tmpl w:val="185E4802"/>
    <w:lvl w:ilvl="0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1" w15:restartNumberingAfterBreak="0">
    <w:nsid w:val="66C43A16"/>
    <w:multiLevelType w:val="hybridMultilevel"/>
    <w:tmpl w:val="3746CDEA"/>
    <w:lvl w:ilvl="0" w:tplc="FFFFFFFF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5D1CA0"/>
    <w:multiLevelType w:val="hybridMultilevel"/>
    <w:tmpl w:val="AA748F8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B8F1981"/>
    <w:multiLevelType w:val="hybridMultilevel"/>
    <w:tmpl w:val="2E921D28"/>
    <w:lvl w:ilvl="0" w:tplc="30D853E8">
      <w:start w:val="1"/>
      <w:numFmt w:val="bullet"/>
      <w:lvlText w:val="-"/>
      <w:lvlJc w:val="left"/>
      <w:pPr>
        <w:ind w:left="1571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CFB194A"/>
    <w:multiLevelType w:val="hybridMultilevel"/>
    <w:tmpl w:val="B6964D98"/>
    <w:lvl w:ilvl="0" w:tplc="A01258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1504A68"/>
    <w:multiLevelType w:val="hybridMultilevel"/>
    <w:tmpl w:val="7556F020"/>
    <w:lvl w:ilvl="0" w:tplc="30D853E8">
      <w:start w:val="1"/>
      <w:numFmt w:val="bullet"/>
      <w:lvlText w:val="-"/>
      <w:lvlJc w:val="left"/>
      <w:pPr>
        <w:ind w:left="1429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3A67206"/>
    <w:multiLevelType w:val="hybridMultilevel"/>
    <w:tmpl w:val="6052AA70"/>
    <w:lvl w:ilvl="0" w:tplc="D960CE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DD3387"/>
    <w:multiLevelType w:val="hybridMultilevel"/>
    <w:tmpl w:val="E52EA962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025353658">
    <w:abstractNumId w:val="4"/>
  </w:num>
  <w:num w:numId="2" w16cid:durableId="1760524472">
    <w:abstractNumId w:val="12"/>
  </w:num>
  <w:num w:numId="3" w16cid:durableId="1145466540">
    <w:abstractNumId w:val="0"/>
  </w:num>
  <w:num w:numId="4" w16cid:durableId="1919247143">
    <w:abstractNumId w:val="8"/>
  </w:num>
  <w:num w:numId="5" w16cid:durableId="140321538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"/>
    </w:lvlOverride>
    <w:lvlOverride w:ilvl="7">
      <w:startOverride w:val="1"/>
    </w:lvlOverride>
    <w:lvlOverride w:ilvl="8">
      <w:startOverride w:val="1"/>
    </w:lvlOverride>
  </w:num>
  <w:num w:numId="6" w16cid:durableId="178278580">
    <w:abstractNumId w:val="24"/>
  </w:num>
  <w:num w:numId="7" w16cid:durableId="391931649">
    <w:abstractNumId w:val="16"/>
  </w:num>
  <w:num w:numId="8" w16cid:durableId="1404717001">
    <w:abstractNumId w:val="3"/>
  </w:num>
  <w:num w:numId="9" w16cid:durableId="1874071927">
    <w:abstractNumId w:val="11"/>
  </w:num>
  <w:num w:numId="10" w16cid:durableId="369191895">
    <w:abstractNumId w:val="18"/>
  </w:num>
  <w:num w:numId="11" w16cid:durableId="1967849967">
    <w:abstractNumId w:val="17"/>
  </w:num>
  <w:num w:numId="12" w16cid:durableId="1210798254">
    <w:abstractNumId w:val="22"/>
  </w:num>
  <w:num w:numId="13" w16cid:durableId="1512840562">
    <w:abstractNumId w:val="13"/>
  </w:num>
  <w:num w:numId="14" w16cid:durableId="1246719148">
    <w:abstractNumId w:val="26"/>
  </w:num>
  <w:num w:numId="15" w16cid:durableId="1657298561">
    <w:abstractNumId w:val="15"/>
  </w:num>
  <w:num w:numId="16" w16cid:durableId="940573034">
    <w:abstractNumId w:val="23"/>
  </w:num>
  <w:num w:numId="17" w16cid:durableId="521165650">
    <w:abstractNumId w:val="26"/>
  </w:num>
  <w:num w:numId="18" w16cid:durableId="391000454">
    <w:abstractNumId w:val="15"/>
  </w:num>
  <w:num w:numId="19" w16cid:durableId="1370643786">
    <w:abstractNumId w:val="12"/>
  </w:num>
  <w:num w:numId="20" w16cid:durableId="1682197682">
    <w:abstractNumId w:val="12"/>
  </w:num>
  <w:num w:numId="21" w16cid:durableId="532114292">
    <w:abstractNumId w:val="12"/>
  </w:num>
  <w:num w:numId="22" w16cid:durableId="317155221">
    <w:abstractNumId w:val="2"/>
  </w:num>
  <w:num w:numId="23" w16cid:durableId="1987737602">
    <w:abstractNumId w:val="12"/>
  </w:num>
  <w:num w:numId="24" w16cid:durableId="1773210503">
    <w:abstractNumId w:val="27"/>
  </w:num>
  <w:num w:numId="25" w16cid:durableId="1201668794">
    <w:abstractNumId w:val="14"/>
  </w:num>
  <w:num w:numId="26" w16cid:durableId="2067294991">
    <w:abstractNumId w:val="20"/>
  </w:num>
  <w:num w:numId="27" w16cid:durableId="772626428">
    <w:abstractNumId w:val="12"/>
  </w:num>
  <w:num w:numId="28" w16cid:durableId="1321303916">
    <w:abstractNumId w:val="10"/>
  </w:num>
  <w:num w:numId="29" w16cid:durableId="1841702192">
    <w:abstractNumId w:val="5"/>
  </w:num>
  <w:num w:numId="30" w16cid:durableId="188689590">
    <w:abstractNumId w:val="7"/>
  </w:num>
  <w:num w:numId="31" w16cid:durableId="1021778774">
    <w:abstractNumId w:val="19"/>
  </w:num>
  <w:num w:numId="32" w16cid:durableId="1887639710">
    <w:abstractNumId w:val="9"/>
  </w:num>
  <w:num w:numId="33" w16cid:durableId="2085832921">
    <w:abstractNumId w:val="21"/>
  </w:num>
  <w:num w:numId="34" w16cid:durableId="544562728">
    <w:abstractNumId w:val="25"/>
  </w:num>
  <w:num w:numId="35" w16cid:durableId="1955163420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632"/>
    <w:rsid w:val="00001F29"/>
    <w:rsid w:val="0000490A"/>
    <w:rsid w:val="000065E5"/>
    <w:rsid w:val="00006BE7"/>
    <w:rsid w:val="00007D1A"/>
    <w:rsid w:val="000110C0"/>
    <w:rsid w:val="000139C0"/>
    <w:rsid w:val="00013C50"/>
    <w:rsid w:val="0002123E"/>
    <w:rsid w:val="0002459B"/>
    <w:rsid w:val="00031E5F"/>
    <w:rsid w:val="0003655E"/>
    <w:rsid w:val="00042B8C"/>
    <w:rsid w:val="00047068"/>
    <w:rsid w:val="000513E3"/>
    <w:rsid w:val="00052F1A"/>
    <w:rsid w:val="00053FC9"/>
    <w:rsid w:val="00054FB3"/>
    <w:rsid w:val="00064EB2"/>
    <w:rsid w:val="00066DB1"/>
    <w:rsid w:val="00072861"/>
    <w:rsid w:val="000831EF"/>
    <w:rsid w:val="00095B85"/>
    <w:rsid w:val="00097DAD"/>
    <w:rsid w:val="000A1A49"/>
    <w:rsid w:val="000A3240"/>
    <w:rsid w:val="000A4C9B"/>
    <w:rsid w:val="000A54E9"/>
    <w:rsid w:val="000B046B"/>
    <w:rsid w:val="000B1793"/>
    <w:rsid w:val="000B7904"/>
    <w:rsid w:val="000D06FE"/>
    <w:rsid w:val="000D1311"/>
    <w:rsid w:val="000E449D"/>
    <w:rsid w:val="000E5E9D"/>
    <w:rsid w:val="000F1584"/>
    <w:rsid w:val="000F1E53"/>
    <w:rsid w:val="000F25C0"/>
    <w:rsid w:val="00102896"/>
    <w:rsid w:val="0011291A"/>
    <w:rsid w:val="00114514"/>
    <w:rsid w:val="00115736"/>
    <w:rsid w:val="001163A1"/>
    <w:rsid w:val="00125DD6"/>
    <w:rsid w:val="00126DE5"/>
    <w:rsid w:val="00127C37"/>
    <w:rsid w:val="0013140F"/>
    <w:rsid w:val="00135FE2"/>
    <w:rsid w:val="00136674"/>
    <w:rsid w:val="0014179F"/>
    <w:rsid w:val="001431D8"/>
    <w:rsid w:val="00143BC3"/>
    <w:rsid w:val="00145B97"/>
    <w:rsid w:val="00145D61"/>
    <w:rsid w:val="001525B6"/>
    <w:rsid w:val="0015330E"/>
    <w:rsid w:val="00157D4D"/>
    <w:rsid w:val="0016083C"/>
    <w:rsid w:val="00162640"/>
    <w:rsid w:val="00165976"/>
    <w:rsid w:val="00171C0C"/>
    <w:rsid w:val="00174D8C"/>
    <w:rsid w:val="00181EF8"/>
    <w:rsid w:val="00182E91"/>
    <w:rsid w:val="00191E72"/>
    <w:rsid w:val="00192B92"/>
    <w:rsid w:val="001973A3"/>
    <w:rsid w:val="00197992"/>
    <w:rsid w:val="001A23DA"/>
    <w:rsid w:val="001A4CB9"/>
    <w:rsid w:val="001B1CDD"/>
    <w:rsid w:val="001B5B63"/>
    <w:rsid w:val="001C1143"/>
    <w:rsid w:val="001C3F46"/>
    <w:rsid w:val="001C683D"/>
    <w:rsid w:val="001E2BC4"/>
    <w:rsid w:val="001E4DB6"/>
    <w:rsid w:val="001E792B"/>
    <w:rsid w:val="001F245D"/>
    <w:rsid w:val="001F43AD"/>
    <w:rsid w:val="001F5238"/>
    <w:rsid w:val="002008F8"/>
    <w:rsid w:val="00202CF0"/>
    <w:rsid w:val="002077CD"/>
    <w:rsid w:val="0021040B"/>
    <w:rsid w:val="002106F6"/>
    <w:rsid w:val="00216FC7"/>
    <w:rsid w:val="002207C3"/>
    <w:rsid w:val="002210F3"/>
    <w:rsid w:val="00223DD6"/>
    <w:rsid w:val="00225A7F"/>
    <w:rsid w:val="002273F4"/>
    <w:rsid w:val="00230218"/>
    <w:rsid w:val="00230311"/>
    <w:rsid w:val="00243A3C"/>
    <w:rsid w:val="002534EE"/>
    <w:rsid w:val="002555A9"/>
    <w:rsid w:val="00263491"/>
    <w:rsid w:val="00263EE6"/>
    <w:rsid w:val="00265946"/>
    <w:rsid w:val="002701A0"/>
    <w:rsid w:val="002772BB"/>
    <w:rsid w:val="00281C5F"/>
    <w:rsid w:val="002835B0"/>
    <w:rsid w:val="002855F0"/>
    <w:rsid w:val="002857D6"/>
    <w:rsid w:val="00287CE1"/>
    <w:rsid w:val="00290893"/>
    <w:rsid w:val="002910D2"/>
    <w:rsid w:val="002931C4"/>
    <w:rsid w:val="002A0DD0"/>
    <w:rsid w:val="002A2C86"/>
    <w:rsid w:val="002B518F"/>
    <w:rsid w:val="002B594A"/>
    <w:rsid w:val="002C0F00"/>
    <w:rsid w:val="002C30F4"/>
    <w:rsid w:val="002C3788"/>
    <w:rsid w:val="002C4318"/>
    <w:rsid w:val="002C79C3"/>
    <w:rsid w:val="002D2764"/>
    <w:rsid w:val="002D310A"/>
    <w:rsid w:val="002D5210"/>
    <w:rsid w:val="002E337A"/>
    <w:rsid w:val="002E5553"/>
    <w:rsid w:val="002E59C5"/>
    <w:rsid w:val="002F35DE"/>
    <w:rsid w:val="002F392A"/>
    <w:rsid w:val="002F61E0"/>
    <w:rsid w:val="0030543D"/>
    <w:rsid w:val="00311B8F"/>
    <w:rsid w:val="003204ED"/>
    <w:rsid w:val="003209F6"/>
    <w:rsid w:val="00326A33"/>
    <w:rsid w:val="00331398"/>
    <w:rsid w:val="00332481"/>
    <w:rsid w:val="00333EB8"/>
    <w:rsid w:val="00336F5E"/>
    <w:rsid w:val="003419EA"/>
    <w:rsid w:val="00344D58"/>
    <w:rsid w:val="00345F27"/>
    <w:rsid w:val="00353DDD"/>
    <w:rsid w:val="003615CA"/>
    <w:rsid w:val="003723A3"/>
    <w:rsid w:val="003823B5"/>
    <w:rsid w:val="00393F18"/>
    <w:rsid w:val="00397F15"/>
    <w:rsid w:val="003A0D51"/>
    <w:rsid w:val="003A585C"/>
    <w:rsid w:val="003A5A77"/>
    <w:rsid w:val="003A79E3"/>
    <w:rsid w:val="003D638C"/>
    <w:rsid w:val="003F7C54"/>
    <w:rsid w:val="00400A3B"/>
    <w:rsid w:val="004012CF"/>
    <w:rsid w:val="0040136C"/>
    <w:rsid w:val="004042B9"/>
    <w:rsid w:val="00404333"/>
    <w:rsid w:val="00404AAC"/>
    <w:rsid w:val="004122C3"/>
    <w:rsid w:val="00413829"/>
    <w:rsid w:val="00422A55"/>
    <w:rsid w:val="004255DC"/>
    <w:rsid w:val="00433026"/>
    <w:rsid w:val="00435A2A"/>
    <w:rsid w:val="004433BA"/>
    <w:rsid w:val="00443827"/>
    <w:rsid w:val="00445E64"/>
    <w:rsid w:val="004505DB"/>
    <w:rsid w:val="004510CD"/>
    <w:rsid w:val="00453887"/>
    <w:rsid w:val="00460E02"/>
    <w:rsid w:val="004746FA"/>
    <w:rsid w:val="00480D89"/>
    <w:rsid w:val="004829FD"/>
    <w:rsid w:val="00483566"/>
    <w:rsid w:val="00491379"/>
    <w:rsid w:val="00493BEF"/>
    <w:rsid w:val="0049631A"/>
    <w:rsid w:val="004A2F29"/>
    <w:rsid w:val="004A706C"/>
    <w:rsid w:val="004B45E2"/>
    <w:rsid w:val="004B50D5"/>
    <w:rsid w:val="004D4007"/>
    <w:rsid w:val="004D4B70"/>
    <w:rsid w:val="004E290B"/>
    <w:rsid w:val="004F02F7"/>
    <w:rsid w:val="004F3F5B"/>
    <w:rsid w:val="004F60DA"/>
    <w:rsid w:val="004F7113"/>
    <w:rsid w:val="00505899"/>
    <w:rsid w:val="00517EBA"/>
    <w:rsid w:val="00520512"/>
    <w:rsid w:val="00527994"/>
    <w:rsid w:val="00532371"/>
    <w:rsid w:val="00533F7F"/>
    <w:rsid w:val="00536A31"/>
    <w:rsid w:val="00542C26"/>
    <w:rsid w:val="005501A2"/>
    <w:rsid w:val="005503B7"/>
    <w:rsid w:val="005536E3"/>
    <w:rsid w:val="00553B58"/>
    <w:rsid w:val="00561044"/>
    <w:rsid w:val="005746CD"/>
    <w:rsid w:val="005930C8"/>
    <w:rsid w:val="005936E6"/>
    <w:rsid w:val="0059645B"/>
    <w:rsid w:val="005A1818"/>
    <w:rsid w:val="005B00EF"/>
    <w:rsid w:val="005B2B35"/>
    <w:rsid w:val="005B6DA3"/>
    <w:rsid w:val="005C6F09"/>
    <w:rsid w:val="005D0C4C"/>
    <w:rsid w:val="005D1496"/>
    <w:rsid w:val="005D30ED"/>
    <w:rsid w:val="005D45B8"/>
    <w:rsid w:val="005E0425"/>
    <w:rsid w:val="005E4AB2"/>
    <w:rsid w:val="005E5D6D"/>
    <w:rsid w:val="00602B64"/>
    <w:rsid w:val="00603F89"/>
    <w:rsid w:val="006157FE"/>
    <w:rsid w:val="006301EA"/>
    <w:rsid w:val="006347A0"/>
    <w:rsid w:val="00634CA3"/>
    <w:rsid w:val="006378EC"/>
    <w:rsid w:val="0064114B"/>
    <w:rsid w:val="006454EC"/>
    <w:rsid w:val="0064694F"/>
    <w:rsid w:val="006477A9"/>
    <w:rsid w:val="006513F2"/>
    <w:rsid w:val="00654AC3"/>
    <w:rsid w:val="00663764"/>
    <w:rsid w:val="00666AC5"/>
    <w:rsid w:val="00683AF0"/>
    <w:rsid w:val="00684C89"/>
    <w:rsid w:val="00690777"/>
    <w:rsid w:val="0069147B"/>
    <w:rsid w:val="00692735"/>
    <w:rsid w:val="0069779D"/>
    <w:rsid w:val="006A0117"/>
    <w:rsid w:val="006A11D4"/>
    <w:rsid w:val="006A1563"/>
    <w:rsid w:val="006A18A2"/>
    <w:rsid w:val="006A42ED"/>
    <w:rsid w:val="006B6FA1"/>
    <w:rsid w:val="006C2789"/>
    <w:rsid w:val="006D104C"/>
    <w:rsid w:val="006D1A1A"/>
    <w:rsid w:val="006E1DCC"/>
    <w:rsid w:val="006E41C6"/>
    <w:rsid w:val="00716D3D"/>
    <w:rsid w:val="0072328A"/>
    <w:rsid w:val="007263DA"/>
    <w:rsid w:val="007271C3"/>
    <w:rsid w:val="007305E5"/>
    <w:rsid w:val="007326D7"/>
    <w:rsid w:val="007417EE"/>
    <w:rsid w:val="00741B54"/>
    <w:rsid w:val="00750AD2"/>
    <w:rsid w:val="00756D6F"/>
    <w:rsid w:val="0075735E"/>
    <w:rsid w:val="0076669D"/>
    <w:rsid w:val="00766D16"/>
    <w:rsid w:val="007674A2"/>
    <w:rsid w:val="0076798E"/>
    <w:rsid w:val="00770934"/>
    <w:rsid w:val="0077099B"/>
    <w:rsid w:val="00773BA2"/>
    <w:rsid w:val="007759B7"/>
    <w:rsid w:val="00777979"/>
    <w:rsid w:val="00780534"/>
    <w:rsid w:val="0078772D"/>
    <w:rsid w:val="00797EF1"/>
    <w:rsid w:val="007B3CBA"/>
    <w:rsid w:val="007B5883"/>
    <w:rsid w:val="007B5DAA"/>
    <w:rsid w:val="007B69E4"/>
    <w:rsid w:val="007B6E6F"/>
    <w:rsid w:val="007B75C2"/>
    <w:rsid w:val="007C3DDE"/>
    <w:rsid w:val="007D07AF"/>
    <w:rsid w:val="007D1BC7"/>
    <w:rsid w:val="007E0EEE"/>
    <w:rsid w:val="007E137A"/>
    <w:rsid w:val="007E7FDA"/>
    <w:rsid w:val="007F4FF2"/>
    <w:rsid w:val="007F6173"/>
    <w:rsid w:val="00802AF0"/>
    <w:rsid w:val="0080418B"/>
    <w:rsid w:val="00806ABD"/>
    <w:rsid w:val="008107CD"/>
    <w:rsid w:val="00812654"/>
    <w:rsid w:val="00813331"/>
    <w:rsid w:val="008173FF"/>
    <w:rsid w:val="00822A6D"/>
    <w:rsid w:val="008412DB"/>
    <w:rsid w:val="00843EE0"/>
    <w:rsid w:val="00846762"/>
    <w:rsid w:val="00847547"/>
    <w:rsid w:val="00855143"/>
    <w:rsid w:val="00856052"/>
    <w:rsid w:val="008633B0"/>
    <w:rsid w:val="0086775D"/>
    <w:rsid w:val="00882465"/>
    <w:rsid w:val="00882F92"/>
    <w:rsid w:val="00884214"/>
    <w:rsid w:val="00893C89"/>
    <w:rsid w:val="00896402"/>
    <w:rsid w:val="0089779C"/>
    <w:rsid w:val="008A459A"/>
    <w:rsid w:val="008A48CA"/>
    <w:rsid w:val="008A75D9"/>
    <w:rsid w:val="008B4D58"/>
    <w:rsid w:val="008C2229"/>
    <w:rsid w:val="008C53CD"/>
    <w:rsid w:val="008E362A"/>
    <w:rsid w:val="008E4C03"/>
    <w:rsid w:val="008E5FD3"/>
    <w:rsid w:val="00900CE5"/>
    <w:rsid w:val="00906269"/>
    <w:rsid w:val="0090744D"/>
    <w:rsid w:val="00914852"/>
    <w:rsid w:val="009169E1"/>
    <w:rsid w:val="00917E20"/>
    <w:rsid w:val="009239E7"/>
    <w:rsid w:val="00925A2F"/>
    <w:rsid w:val="00933707"/>
    <w:rsid w:val="0094386F"/>
    <w:rsid w:val="0095563B"/>
    <w:rsid w:val="00963DDA"/>
    <w:rsid w:val="009735B8"/>
    <w:rsid w:val="00981D39"/>
    <w:rsid w:val="00987741"/>
    <w:rsid w:val="00991DC4"/>
    <w:rsid w:val="00996851"/>
    <w:rsid w:val="009A4034"/>
    <w:rsid w:val="009A42DB"/>
    <w:rsid w:val="009A5DB9"/>
    <w:rsid w:val="009B5D6A"/>
    <w:rsid w:val="009C4831"/>
    <w:rsid w:val="009D09E6"/>
    <w:rsid w:val="009D0C36"/>
    <w:rsid w:val="009D119B"/>
    <w:rsid w:val="009D1DE3"/>
    <w:rsid w:val="009E02C8"/>
    <w:rsid w:val="009E180F"/>
    <w:rsid w:val="009E2ED4"/>
    <w:rsid w:val="009E5425"/>
    <w:rsid w:val="009F1A08"/>
    <w:rsid w:val="00A15E2A"/>
    <w:rsid w:val="00A1666B"/>
    <w:rsid w:val="00A24FB8"/>
    <w:rsid w:val="00A303CF"/>
    <w:rsid w:val="00A3124F"/>
    <w:rsid w:val="00A33A8E"/>
    <w:rsid w:val="00A33AD9"/>
    <w:rsid w:val="00A35AE6"/>
    <w:rsid w:val="00A37550"/>
    <w:rsid w:val="00A55044"/>
    <w:rsid w:val="00A64614"/>
    <w:rsid w:val="00A702B6"/>
    <w:rsid w:val="00A72C08"/>
    <w:rsid w:val="00A767DC"/>
    <w:rsid w:val="00A76DD2"/>
    <w:rsid w:val="00A771DD"/>
    <w:rsid w:val="00A83BA6"/>
    <w:rsid w:val="00A847E4"/>
    <w:rsid w:val="00A92B97"/>
    <w:rsid w:val="00AA4022"/>
    <w:rsid w:val="00AB415F"/>
    <w:rsid w:val="00AB5E4D"/>
    <w:rsid w:val="00AC2ECC"/>
    <w:rsid w:val="00AC3D1D"/>
    <w:rsid w:val="00AD0194"/>
    <w:rsid w:val="00AE375D"/>
    <w:rsid w:val="00B00E81"/>
    <w:rsid w:val="00B05090"/>
    <w:rsid w:val="00B05864"/>
    <w:rsid w:val="00B13309"/>
    <w:rsid w:val="00B160CD"/>
    <w:rsid w:val="00B31158"/>
    <w:rsid w:val="00B32252"/>
    <w:rsid w:val="00B34E4E"/>
    <w:rsid w:val="00B37FAC"/>
    <w:rsid w:val="00B42D8D"/>
    <w:rsid w:val="00B444FB"/>
    <w:rsid w:val="00B50366"/>
    <w:rsid w:val="00B51BD5"/>
    <w:rsid w:val="00B54108"/>
    <w:rsid w:val="00B62B72"/>
    <w:rsid w:val="00B64706"/>
    <w:rsid w:val="00B6514A"/>
    <w:rsid w:val="00B75EC9"/>
    <w:rsid w:val="00B770B1"/>
    <w:rsid w:val="00B80AA9"/>
    <w:rsid w:val="00B80B22"/>
    <w:rsid w:val="00BA0774"/>
    <w:rsid w:val="00BA38FB"/>
    <w:rsid w:val="00BA3DE0"/>
    <w:rsid w:val="00BA6BD3"/>
    <w:rsid w:val="00BB5D59"/>
    <w:rsid w:val="00BC0B92"/>
    <w:rsid w:val="00BC5BD3"/>
    <w:rsid w:val="00BD3D1F"/>
    <w:rsid w:val="00BD6602"/>
    <w:rsid w:val="00BE2757"/>
    <w:rsid w:val="00BF101B"/>
    <w:rsid w:val="00BF640E"/>
    <w:rsid w:val="00C10677"/>
    <w:rsid w:val="00C170F8"/>
    <w:rsid w:val="00C24EEE"/>
    <w:rsid w:val="00C36F82"/>
    <w:rsid w:val="00C42438"/>
    <w:rsid w:val="00C44E72"/>
    <w:rsid w:val="00C47E6D"/>
    <w:rsid w:val="00C54E76"/>
    <w:rsid w:val="00C559EA"/>
    <w:rsid w:val="00C57DF9"/>
    <w:rsid w:val="00C6172E"/>
    <w:rsid w:val="00C62C2D"/>
    <w:rsid w:val="00C62D5D"/>
    <w:rsid w:val="00C65729"/>
    <w:rsid w:val="00C66C85"/>
    <w:rsid w:val="00C742C8"/>
    <w:rsid w:val="00C742F7"/>
    <w:rsid w:val="00C86023"/>
    <w:rsid w:val="00C86533"/>
    <w:rsid w:val="00C87FCA"/>
    <w:rsid w:val="00C90007"/>
    <w:rsid w:val="00C94A21"/>
    <w:rsid w:val="00C978B1"/>
    <w:rsid w:val="00CA2AC1"/>
    <w:rsid w:val="00CB0BDD"/>
    <w:rsid w:val="00CB42BF"/>
    <w:rsid w:val="00CC1D53"/>
    <w:rsid w:val="00CC2E07"/>
    <w:rsid w:val="00CC40EC"/>
    <w:rsid w:val="00CC4680"/>
    <w:rsid w:val="00CC66AE"/>
    <w:rsid w:val="00CD0705"/>
    <w:rsid w:val="00CE07E2"/>
    <w:rsid w:val="00CE42AA"/>
    <w:rsid w:val="00CF286A"/>
    <w:rsid w:val="00CF5731"/>
    <w:rsid w:val="00CF5739"/>
    <w:rsid w:val="00CF64C1"/>
    <w:rsid w:val="00D12213"/>
    <w:rsid w:val="00D1614B"/>
    <w:rsid w:val="00D16778"/>
    <w:rsid w:val="00D233E4"/>
    <w:rsid w:val="00D43D6B"/>
    <w:rsid w:val="00D4548B"/>
    <w:rsid w:val="00D45BAE"/>
    <w:rsid w:val="00D46078"/>
    <w:rsid w:val="00D461FF"/>
    <w:rsid w:val="00D531EC"/>
    <w:rsid w:val="00D61EAA"/>
    <w:rsid w:val="00D814EF"/>
    <w:rsid w:val="00D90026"/>
    <w:rsid w:val="00D90747"/>
    <w:rsid w:val="00D926A2"/>
    <w:rsid w:val="00DA2B86"/>
    <w:rsid w:val="00DA35A6"/>
    <w:rsid w:val="00DA7923"/>
    <w:rsid w:val="00DB3AE7"/>
    <w:rsid w:val="00DB450F"/>
    <w:rsid w:val="00DB4711"/>
    <w:rsid w:val="00DB47F8"/>
    <w:rsid w:val="00DB5F16"/>
    <w:rsid w:val="00DB6094"/>
    <w:rsid w:val="00DB6A8E"/>
    <w:rsid w:val="00DB7631"/>
    <w:rsid w:val="00DC6AE5"/>
    <w:rsid w:val="00DD0732"/>
    <w:rsid w:val="00DD2820"/>
    <w:rsid w:val="00DE0DF5"/>
    <w:rsid w:val="00DE2005"/>
    <w:rsid w:val="00DF2BEC"/>
    <w:rsid w:val="00E015D5"/>
    <w:rsid w:val="00E15B13"/>
    <w:rsid w:val="00E24E74"/>
    <w:rsid w:val="00E25423"/>
    <w:rsid w:val="00E34FE0"/>
    <w:rsid w:val="00E35D90"/>
    <w:rsid w:val="00E4308B"/>
    <w:rsid w:val="00E503B2"/>
    <w:rsid w:val="00E52FC9"/>
    <w:rsid w:val="00E64B24"/>
    <w:rsid w:val="00E73A26"/>
    <w:rsid w:val="00E83395"/>
    <w:rsid w:val="00E87927"/>
    <w:rsid w:val="00E90A0B"/>
    <w:rsid w:val="00E92B6E"/>
    <w:rsid w:val="00E93F3F"/>
    <w:rsid w:val="00EA41BB"/>
    <w:rsid w:val="00EA63D9"/>
    <w:rsid w:val="00EB29E2"/>
    <w:rsid w:val="00EB4151"/>
    <w:rsid w:val="00EC211B"/>
    <w:rsid w:val="00EC343A"/>
    <w:rsid w:val="00EC3F83"/>
    <w:rsid w:val="00EC5112"/>
    <w:rsid w:val="00EC7E33"/>
    <w:rsid w:val="00ED311D"/>
    <w:rsid w:val="00EE2C36"/>
    <w:rsid w:val="00EE4DAF"/>
    <w:rsid w:val="00EF514C"/>
    <w:rsid w:val="00F10C28"/>
    <w:rsid w:val="00F1461B"/>
    <w:rsid w:val="00F151FC"/>
    <w:rsid w:val="00F2232C"/>
    <w:rsid w:val="00F25F26"/>
    <w:rsid w:val="00F373CE"/>
    <w:rsid w:val="00F40A70"/>
    <w:rsid w:val="00F4287C"/>
    <w:rsid w:val="00F476E3"/>
    <w:rsid w:val="00F53907"/>
    <w:rsid w:val="00F56380"/>
    <w:rsid w:val="00F63D1E"/>
    <w:rsid w:val="00F6496C"/>
    <w:rsid w:val="00F6545C"/>
    <w:rsid w:val="00F7198D"/>
    <w:rsid w:val="00F73E71"/>
    <w:rsid w:val="00F75632"/>
    <w:rsid w:val="00F83072"/>
    <w:rsid w:val="00F925EA"/>
    <w:rsid w:val="00F93AEB"/>
    <w:rsid w:val="00F93E06"/>
    <w:rsid w:val="00F96699"/>
    <w:rsid w:val="00FA32BF"/>
    <w:rsid w:val="00FA4DF8"/>
    <w:rsid w:val="00FB09B3"/>
    <w:rsid w:val="00FB61BD"/>
    <w:rsid w:val="00FC098D"/>
    <w:rsid w:val="00FC0F17"/>
    <w:rsid w:val="00FC66B0"/>
    <w:rsid w:val="00FD1DBF"/>
    <w:rsid w:val="00FD39B2"/>
    <w:rsid w:val="00FD539A"/>
    <w:rsid w:val="00FD5D0F"/>
    <w:rsid w:val="00FE1EEE"/>
    <w:rsid w:val="00FF0169"/>
    <w:rsid w:val="00FF09B1"/>
    <w:rsid w:val="00FF4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47DB0A49"/>
  <w15:docId w15:val="{126690B7-2A58-456E-8208-8CB661306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M_Treść"/>
    <w:qFormat/>
    <w:rsid w:val="00DB6094"/>
    <w:pPr>
      <w:spacing w:after="0" w:line="240" w:lineRule="auto"/>
      <w:ind w:firstLine="709"/>
    </w:pPr>
    <w:rPr>
      <w:rFonts w:ascii="Century Gothic" w:eastAsia="Times New Roman" w:hAnsi="Century Gothic" w:cs="Times New Roman"/>
      <w:szCs w:val="24"/>
      <w:lang w:eastAsia="pl-PL"/>
    </w:rPr>
  </w:style>
  <w:style w:type="paragraph" w:styleId="Nagwek1">
    <w:name w:val="heading 1"/>
    <w:aliases w:val="(1)SM_Nagłówek 1"/>
    <w:basedOn w:val="Normalny"/>
    <w:link w:val="Nagwek1Znak"/>
    <w:uiPriority w:val="9"/>
    <w:qFormat/>
    <w:rsid w:val="008412DB"/>
    <w:pPr>
      <w:keepNext/>
      <w:keepLines/>
      <w:numPr>
        <w:numId w:val="2"/>
      </w:numPr>
      <w:spacing w:after="120"/>
      <w:outlineLvl w:val="0"/>
    </w:pPr>
    <w:rPr>
      <w:rFonts w:eastAsiaTheme="majorEastAsia" w:cstheme="majorBidi"/>
      <w:b/>
      <w:caps/>
      <w:sz w:val="32"/>
      <w:szCs w:val="32"/>
    </w:rPr>
  </w:style>
  <w:style w:type="paragraph" w:styleId="Nagwek2">
    <w:name w:val="heading 2"/>
    <w:aliases w:val="(2)SM_Nagłówek 2"/>
    <w:basedOn w:val="Normalny"/>
    <w:next w:val="Nagwek3"/>
    <w:link w:val="Nagwek2Znak"/>
    <w:uiPriority w:val="9"/>
    <w:unhideWhenUsed/>
    <w:qFormat/>
    <w:rsid w:val="00812654"/>
    <w:pPr>
      <w:keepNext/>
      <w:keepLines/>
      <w:numPr>
        <w:ilvl w:val="1"/>
        <w:numId w:val="2"/>
      </w:numPr>
      <w:spacing w:after="120"/>
      <w:outlineLvl w:val="1"/>
    </w:pPr>
    <w:rPr>
      <w:rFonts w:eastAsiaTheme="majorEastAsia" w:cstheme="majorBidi"/>
      <w:b/>
      <w:sz w:val="28"/>
      <w:szCs w:val="26"/>
    </w:rPr>
  </w:style>
  <w:style w:type="paragraph" w:styleId="Nagwek3">
    <w:name w:val="heading 3"/>
    <w:aliases w:val="(3)SM_Nagłówek3"/>
    <w:basedOn w:val="Normalny"/>
    <w:next w:val="Nagwek4"/>
    <w:link w:val="Nagwek3Znak"/>
    <w:uiPriority w:val="9"/>
    <w:unhideWhenUsed/>
    <w:qFormat/>
    <w:rsid w:val="008412DB"/>
    <w:pPr>
      <w:keepNext/>
      <w:keepLines/>
      <w:numPr>
        <w:ilvl w:val="2"/>
        <w:numId w:val="2"/>
      </w:numPr>
      <w:spacing w:after="120"/>
      <w:outlineLvl w:val="2"/>
    </w:pPr>
    <w:rPr>
      <w:rFonts w:eastAsiaTheme="majorEastAsia" w:cstheme="majorBidi"/>
      <w:b/>
      <w:sz w:val="24"/>
    </w:rPr>
  </w:style>
  <w:style w:type="paragraph" w:styleId="Nagwek4">
    <w:name w:val="heading 4"/>
    <w:aliases w:val="(4)SM_Nagłówek 4"/>
    <w:basedOn w:val="Normalny"/>
    <w:next w:val="Normalny"/>
    <w:link w:val="Nagwek4Znak"/>
    <w:uiPriority w:val="9"/>
    <w:unhideWhenUsed/>
    <w:qFormat/>
    <w:rsid w:val="00683AF0"/>
    <w:pPr>
      <w:keepNext/>
      <w:keepLines/>
      <w:numPr>
        <w:ilvl w:val="3"/>
        <w:numId w:val="2"/>
      </w:numPr>
      <w:spacing w:after="120"/>
      <w:outlineLvl w:val="3"/>
    </w:pPr>
    <w:rPr>
      <w:rFonts w:eastAsiaTheme="majorEastAsia" w:cstheme="majorBidi"/>
      <w:b/>
      <w:iCs/>
    </w:rPr>
  </w:style>
  <w:style w:type="paragraph" w:styleId="Nagwek5">
    <w:name w:val="heading 5"/>
    <w:aliases w:val="PZT Numerowanie"/>
    <w:basedOn w:val="Normalny"/>
    <w:next w:val="Nagwek6"/>
    <w:link w:val="Nagwek5Znak"/>
    <w:uiPriority w:val="9"/>
    <w:unhideWhenUsed/>
    <w:qFormat/>
    <w:rsid w:val="001B5B63"/>
    <w:pPr>
      <w:keepNext/>
      <w:keepLines/>
      <w:spacing w:before="40"/>
      <w:ind w:firstLine="0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aliases w:val="Arch Numerowani"/>
    <w:basedOn w:val="Normalny"/>
    <w:next w:val="Nagwek7"/>
    <w:link w:val="Nagwek6Znak"/>
    <w:uiPriority w:val="9"/>
    <w:unhideWhenUsed/>
    <w:qFormat/>
    <w:rsid w:val="001B5B63"/>
    <w:pPr>
      <w:keepNext/>
      <w:keepLines/>
      <w:spacing w:before="40"/>
      <w:ind w:firstLine="0"/>
      <w:outlineLvl w:val="5"/>
    </w:pPr>
    <w:rPr>
      <w:rFonts w:asciiTheme="majorHAnsi" w:eastAsiaTheme="majorEastAsia" w:hAnsiTheme="majorHAnsi" w:cstheme="majorBidi"/>
    </w:rPr>
  </w:style>
  <w:style w:type="paragraph" w:styleId="Nagwek7">
    <w:name w:val="heading 7"/>
    <w:aliases w:val="Kon Numerowanie"/>
    <w:basedOn w:val="Normalny"/>
    <w:next w:val="Normalny"/>
    <w:link w:val="Nagwek7Znak"/>
    <w:unhideWhenUsed/>
    <w:qFormat/>
    <w:rsid w:val="001B5B63"/>
    <w:pPr>
      <w:keepNext/>
      <w:keepLines/>
      <w:spacing w:before="40"/>
      <w:ind w:firstLine="0"/>
      <w:outlineLvl w:val="6"/>
    </w:pPr>
    <w:rPr>
      <w:rFonts w:asciiTheme="majorHAnsi" w:eastAsiaTheme="majorEastAsia" w:hAnsiTheme="majorHAnsi" w:cstheme="majorBidi"/>
      <w:iCs/>
    </w:rPr>
  </w:style>
  <w:style w:type="paragraph" w:styleId="Nagwek8">
    <w:name w:val="heading 8"/>
    <w:basedOn w:val="Normalny"/>
    <w:next w:val="Normalny"/>
    <w:link w:val="Nagwek8Znak"/>
    <w:unhideWhenUsed/>
    <w:rsid w:val="008412DB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rsid w:val="008412DB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(1)SM_Nagłówek 1 Znak"/>
    <w:basedOn w:val="Domylnaczcionkaakapitu"/>
    <w:link w:val="Nagwek1"/>
    <w:uiPriority w:val="9"/>
    <w:rsid w:val="008412DB"/>
    <w:rPr>
      <w:rFonts w:ascii="Century Gothic" w:eastAsiaTheme="majorEastAsia" w:hAnsi="Century Gothic" w:cstheme="majorBidi"/>
      <w:b/>
      <w:caps/>
      <w:sz w:val="32"/>
      <w:szCs w:val="32"/>
      <w:lang w:eastAsia="pl-PL"/>
    </w:rPr>
  </w:style>
  <w:style w:type="character" w:customStyle="1" w:styleId="Nagwek4Znak">
    <w:name w:val="Nagłówek 4 Znak"/>
    <w:aliases w:val="(4)SM_Nagłówek 4 Znak"/>
    <w:basedOn w:val="Domylnaczcionkaakapitu"/>
    <w:link w:val="Nagwek4"/>
    <w:uiPriority w:val="9"/>
    <w:rsid w:val="00683AF0"/>
    <w:rPr>
      <w:rFonts w:ascii="Century Gothic" w:eastAsiaTheme="majorEastAsia" w:hAnsi="Century Gothic" w:cstheme="majorBidi"/>
      <w:b/>
      <w:iCs/>
      <w:szCs w:val="24"/>
      <w:lang w:eastAsia="pl-PL"/>
    </w:rPr>
  </w:style>
  <w:style w:type="character" w:customStyle="1" w:styleId="Nagwek3Znak">
    <w:name w:val="Nagłówek 3 Znak"/>
    <w:aliases w:val="(3)SM_Nagłówek3 Znak"/>
    <w:basedOn w:val="Domylnaczcionkaakapitu"/>
    <w:link w:val="Nagwek3"/>
    <w:uiPriority w:val="9"/>
    <w:rsid w:val="008412DB"/>
    <w:rPr>
      <w:rFonts w:ascii="Century Gothic" w:eastAsiaTheme="majorEastAsia" w:hAnsi="Century Gothic" w:cstheme="majorBidi"/>
      <w:b/>
      <w:sz w:val="24"/>
      <w:szCs w:val="24"/>
      <w:lang w:eastAsia="pl-PL"/>
    </w:rPr>
  </w:style>
  <w:style w:type="character" w:customStyle="1" w:styleId="Nagwek2Znak">
    <w:name w:val="Nagłówek 2 Znak"/>
    <w:aliases w:val="(2)SM_Nagłówek 2 Znak"/>
    <w:basedOn w:val="Domylnaczcionkaakapitu"/>
    <w:link w:val="Nagwek2"/>
    <w:uiPriority w:val="9"/>
    <w:rsid w:val="00812654"/>
    <w:rPr>
      <w:rFonts w:ascii="Century Gothic" w:eastAsiaTheme="majorEastAsia" w:hAnsi="Century Gothic" w:cstheme="majorBidi"/>
      <w:b/>
      <w:sz w:val="28"/>
      <w:szCs w:val="26"/>
      <w:lang w:eastAsia="pl-PL"/>
    </w:rPr>
  </w:style>
  <w:style w:type="character" w:customStyle="1" w:styleId="Nagwek7Znak">
    <w:name w:val="Nagłówek 7 Znak"/>
    <w:aliases w:val="Kon Numerowanie Znak"/>
    <w:basedOn w:val="Domylnaczcionkaakapitu"/>
    <w:link w:val="Nagwek7"/>
    <w:rsid w:val="001B5B63"/>
    <w:rPr>
      <w:rFonts w:asciiTheme="majorHAnsi" w:eastAsiaTheme="majorEastAsia" w:hAnsiTheme="majorHAnsi" w:cstheme="majorBidi"/>
      <w:iCs/>
      <w:szCs w:val="24"/>
      <w:lang w:eastAsia="pl-PL"/>
    </w:rPr>
  </w:style>
  <w:style w:type="character" w:customStyle="1" w:styleId="Nagwek6Znak">
    <w:name w:val="Nagłówek 6 Znak"/>
    <w:aliases w:val="Arch Numerowani Znak"/>
    <w:basedOn w:val="Domylnaczcionkaakapitu"/>
    <w:link w:val="Nagwek6"/>
    <w:uiPriority w:val="9"/>
    <w:rsid w:val="001B5B63"/>
    <w:rPr>
      <w:rFonts w:asciiTheme="majorHAnsi" w:eastAsiaTheme="majorEastAsia" w:hAnsiTheme="majorHAnsi" w:cstheme="majorBidi"/>
      <w:szCs w:val="24"/>
      <w:lang w:eastAsia="pl-PL"/>
    </w:rPr>
  </w:style>
  <w:style w:type="character" w:customStyle="1" w:styleId="Nagwek5Znak">
    <w:name w:val="Nagłówek 5 Znak"/>
    <w:aliases w:val="PZT Numerowanie Znak"/>
    <w:basedOn w:val="Domylnaczcionkaakapitu"/>
    <w:link w:val="Nagwek5"/>
    <w:uiPriority w:val="9"/>
    <w:rsid w:val="001B5B63"/>
    <w:rPr>
      <w:rFonts w:asciiTheme="majorHAnsi" w:eastAsiaTheme="majorEastAsia" w:hAnsiTheme="majorHAnsi" w:cstheme="majorBidi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8412D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rsid w:val="008412D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character" w:styleId="Numerstrony">
    <w:name w:val="page number"/>
    <w:basedOn w:val="Domylnaczcionkaakapitu"/>
    <w:rsid w:val="002F61E0"/>
  </w:style>
  <w:style w:type="paragraph" w:styleId="Stopka">
    <w:name w:val="footer"/>
    <w:basedOn w:val="Normalny"/>
    <w:link w:val="StopkaZnak"/>
    <w:uiPriority w:val="99"/>
    <w:rsid w:val="002F61E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2F61E0"/>
    <w:rPr>
      <w:rFonts w:ascii="Century Gothic" w:eastAsia="Times New Roman" w:hAnsi="Century Gothic" w:cs="Times New Roman"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13140F"/>
    <w:pPr>
      <w:tabs>
        <w:tab w:val="left" w:pos="440"/>
        <w:tab w:val="right" w:leader="dot" w:pos="7513"/>
      </w:tabs>
      <w:ind w:firstLine="0"/>
    </w:pPr>
    <w:rPr>
      <w:iCs/>
      <w:noProof/>
      <w:szCs w:val="22"/>
    </w:rPr>
  </w:style>
  <w:style w:type="character" w:styleId="Hipercze">
    <w:name w:val="Hyperlink"/>
    <w:uiPriority w:val="99"/>
    <w:unhideWhenUsed/>
    <w:rsid w:val="002F61E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2F61E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F61E0"/>
    <w:rPr>
      <w:rFonts w:ascii="Century Gothic" w:eastAsia="Times New Roman" w:hAnsi="Century Gothic" w:cs="Times New Roman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2F61E0"/>
    <w:pPr>
      <w:spacing w:after="0"/>
      <w:ind w:left="360" w:firstLine="360"/>
    </w:pPr>
    <w:rPr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2F61E0"/>
    <w:rPr>
      <w:rFonts w:ascii="Century Gothic" w:eastAsia="Times New Roman" w:hAnsi="Century Gothic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F61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61E0"/>
    <w:rPr>
      <w:rFonts w:ascii="Century Gothic" w:eastAsia="Times New Roman" w:hAnsi="Century Gothic" w:cs="Times New Roman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F61E0"/>
    <w:rPr>
      <w:color w:val="605E5C"/>
      <w:shd w:val="clear" w:color="auto" w:fill="E1DFDD"/>
    </w:rPr>
  </w:style>
  <w:style w:type="paragraph" w:styleId="Bezodstpw">
    <w:name w:val="No Spacing"/>
    <w:uiPriority w:val="1"/>
    <w:rsid w:val="002F61E0"/>
    <w:pPr>
      <w:spacing w:after="0" w:line="240" w:lineRule="auto"/>
    </w:pPr>
    <w:rPr>
      <w:rFonts w:ascii="Century Gothic" w:eastAsia="Times New Roman" w:hAnsi="Century Gothic" w:cs="Times New Roman"/>
      <w:szCs w:val="24"/>
      <w:lang w:eastAsia="pl-PL"/>
    </w:rPr>
  </w:style>
  <w:style w:type="paragraph" w:customStyle="1" w:styleId="SMNagwek3">
    <w:name w:val="SM_Nagłówek 3"/>
    <w:basedOn w:val="Nagwek1"/>
    <w:link w:val="SMNagwek3Znak"/>
    <w:rsid w:val="002F61E0"/>
    <w:rPr>
      <w:sz w:val="24"/>
    </w:rPr>
  </w:style>
  <w:style w:type="character" w:customStyle="1" w:styleId="SMNagwek3Znak">
    <w:name w:val="SM_Nagłówek 3 Znak"/>
    <w:basedOn w:val="Nagwek1Znak"/>
    <w:link w:val="SMNagwek3"/>
    <w:rsid w:val="002F61E0"/>
    <w:rPr>
      <w:rFonts w:ascii="Century Gothic" w:eastAsiaTheme="majorEastAsia" w:hAnsi="Century Gothic" w:cstheme="majorBidi"/>
      <w:b/>
      <w:caps/>
      <w:sz w:val="24"/>
      <w:szCs w:val="32"/>
      <w:lang w:eastAsia="pl-PL"/>
    </w:rPr>
  </w:style>
  <w:style w:type="paragraph" w:customStyle="1" w:styleId="4SMNagwek4111">
    <w:name w:val="(4)SM_Nagłówek 4111"/>
    <w:basedOn w:val="Nagwek4"/>
    <w:rsid w:val="00DA2B86"/>
    <w:rPr>
      <w:i/>
      <w:sz w:val="24"/>
      <w:u w:val="single"/>
    </w:rPr>
  </w:style>
  <w:style w:type="paragraph" w:customStyle="1" w:styleId="SMPunktowanie">
    <w:name w:val="SM_Punktowanie"/>
    <w:basedOn w:val="Normalny"/>
    <w:link w:val="SMPunktowanieZnak"/>
    <w:qFormat/>
    <w:rsid w:val="004433BA"/>
    <w:pPr>
      <w:numPr>
        <w:numId w:val="1"/>
      </w:numPr>
    </w:pPr>
  </w:style>
  <w:style w:type="character" w:customStyle="1" w:styleId="SMPunktowanieZnak">
    <w:name w:val="SM_Punktowanie Znak"/>
    <w:basedOn w:val="Domylnaczcionkaakapitu"/>
    <w:link w:val="SMPunktowanie"/>
    <w:rsid w:val="004433BA"/>
    <w:rPr>
      <w:rFonts w:ascii="Century Gothic" w:eastAsia="Times New Roman" w:hAnsi="Century Gothic" w:cs="Times New Roman"/>
      <w:szCs w:val="24"/>
      <w:lang w:eastAsia="pl-PL"/>
    </w:rPr>
  </w:style>
  <w:style w:type="paragraph" w:customStyle="1" w:styleId="SMPasek">
    <w:name w:val="SM_Pasek"/>
    <w:basedOn w:val="Normalny"/>
    <w:link w:val="SMPasekZnak"/>
    <w:qFormat/>
    <w:rsid w:val="00DA2B86"/>
    <w:pPr>
      <w:ind w:firstLine="0"/>
      <w:jc w:val="center"/>
    </w:pPr>
    <w:rPr>
      <w:b/>
      <w:color w:val="AEAAAA"/>
      <w:sz w:val="16"/>
      <w:szCs w:val="16"/>
    </w:rPr>
  </w:style>
  <w:style w:type="character" w:customStyle="1" w:styleId="SMPasekZnak">
    <w:name w:val="SM_Pasek Znak"/>
    <w:basedOn w:val="Domylnaczcionkaakapitu"/>
    <w:link w:val="SMPasek"/>
    <w:rsid w:val="00DA2B86"/>
    <w:rPr>
      <w:rFonts w:ascii="Century Gothic" w:eastAsia="Times New Roman" w:hAnsi="Century Gothic" w:cs="Times New Roman"/>
      <w:b/>
      <w:color w:val="AEAAA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nhideWhenUsed/>
    <w:rsid w:val="008412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412DB"/>
    <w:rPr>
      <w:rFonts w:ascii="Century Gothic" w:eastAsia="Times New Roman" w:hAnsi="Century Gothic" w:cs="Times New Roman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nhideWhenUsed/>
    <w:rsid w:val="008412DB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8412DB"/>
    <w:rPr>
      <w:rFonts w:ascii="Century Gothic" w:eastAsia="Times New Roman" w:hAnsi="Century Gothic" w:cs="Times New Roman"/>
      <w:szCs w:val="24"/>
      <w:lang w:eastAsia="pl-PL"/>
    </w:rPr>
  </w:style>
  <w:style w:type="paragraph" w:styleId="Listapunktowana2">
    <w:name w:val="List Bullet 2"/>
    <w:basedOn w:val="Normalny"/>
    <w:rsid w:val="008412DB"/>
    <w:pPr>
      <w:tabs>
        <w:tab w:val="num" w:pos="643"/>
      </w:tabs>
      <w:ind w:left="643" w:hanging="360"/>
      <w:contextualSpacing/>
    </w:pPr>
    <w:rPr>
      <w:rFonts w:ascii="Times New Roman" w:hAnsi="Times New Roman"/>
      <w:sz w:val="24"/>
      <w:szCs w:val="20"/>
    </w:rPr>
  </w:style>
  <w:style w:type="paragraph" w:styleId="Lista2">
    <w:name w:val="List 2"/>
    <w:basedOn w:val="Normalny"/>
    <w:rsid w:val="0089779C"/>
    <w:pPr>
      <w:ind w:left="566" w:hanging="283"/>
      <w:contextualSpacing/>
    </w:pPr>
    <w:rPr>
      <w:rFonts w:ascii="Times New Roman" w:hAnsi="Times New Roman"/>
      <w:sz w:val="24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052F1A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rsid w:val="004E290B"/>
    <w:pPr>
      <w:tabs>
        <w:tab w:val="left" w:pos="1760"/>
        <w:tab w:val="right" w:leader="dot" w:pos="9062"/>
      </w:tabs>
      <w:spacing w:after="100"/>
      <w:ind w:left="220"/>
    </w:pPr>
    <w:rPr>
      <w:noProof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1B5B63"/>
    <w:pPr>
      <w:tabs>
        <w:tab w:val="left" w:pos="1857"/>
        <w:tab w:val="right" w:leader="dot" w:pos="9062"/>
      </w:tabs>
      <w:spacing w:after="100"/>
      <w:ind w:left="1416" w:hanging="976"/>
    </w:pPr>
  </w:style>
  <w:style w:type="character" w:customStyle="1" w:styleId="TekstpodstawowywcityZnak1">
    <w:name w:val="Tekst podstawowy wcięty Znak1"/>
    <w:rsid w:val="0016083C"/>
    <w:rPr>
      <w:rFonts w:ascii="Century Gothic" w:hAnsi="Century Gothic"/>
      <w:sz w:val="22"/>
      <w:szCs w:val="24"/>
    </w:rPr>
  </w:style>
  <w:style w:type="paragraph" w:styleId="Legenda">
    <w:name w:val="caption"/>
    <w:basedOn w:val="Normalny"/>
    <w:next w:val="Normalny"/>
    <w:qFormat/>
    <w:rsid w:val="0016083C"/>
    <w:pPr>
      <w:ind w:left="432" w:hanging="432"/>
    </w:pPr>
    <w:rPr>
      <w:b/>
      <w:bCs/>
      <w:lang w:val="de-DE"/>
    </w:rPr>
  </w:style>
  <w:style w:type="character" w:customStyle="1" w:styleId="TekstpodstawowyZnak1">
    <w:name w:val="Tekst podstawowy Znak1"/>
    <w:rsid w:val="0016083C"/>
    <w:rPr>
      <w:rFonts w:ascii="Century Gothic" w:hAnsi="Century Gothic"/>
      <w:sz w:val="22"/>
      <w:szCs w:val="24"/>
    </w:rPr>
  </w:style>
  <w:style w:type="paragraph" w:styleId="Tekstpodstawowywcity2">
    <w:name w:val="Body Text Indent 2"/>
    <w:basedOn w:val="Normalny"/>
    <w:link w:val="Tekstpodstawowywcity2Znak"/>
    <w:rsid w:val="0016083C"/>
    <w:pPr>
      <w:ind w:left="708" w:firstLine="0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6083C"/>
    <w:rPr>
      <w:rFonts w:ascii="Century Gothic" w:eastAsia="Times New Roman" w:hAnsi="Century Gothic" w:cs="Times New Roman"/>
      <w:szCs w:val="24"/>
    </w:rPr>
  </w:style>
  <w:style w:type="paragraph" w:customStyle="1" w:styleId="tekstzwyky">
    <w:name w:val="tekst zwykły"/>
    <w:basedOn w:val="Nagwek2"/>
    <w:autoRedefine/>
    <w:rsid w:val="0016083C"/>
    <w:pPr>
      <w:keepNext w:val="0"/>
      <w:keepLines w:val="0"/>
      <w:widowControl w:val="0"/>
      <w:autoSpaceDE w:val="0"/>
      <w:autoSpaceDN w:val="0"/>
      <w:adjustRightInd w:val="0"/>
      <w:spacing w:before="60" w:after="30" w:line="312" w:lineRule="auto"/>
      <w:jc w:val="both"/>
      <w:outlineLvl w:val="9"/>
    </w:pPr>
    <w:rPr>
      <w:rFonts w:eastAsia="Times New Roman" w:cs="Times New Roman"/>
      <w:szCs w:val="24"/>
    </w:rPr>
  </w:style>
  <w:style w:type="paragraph" w:styleId="Tekstprzypisukocowego">
    <w:name w:val="endnote text"/>
    <w:basedOn w:val="Normalny"/>
    <w:link w:val="TekstprzypisukocowegoZnak"/>
    <w:rsid w:val="0016083C"/>
    <w:pPr>
      <w:widowControl w:val="0"/>
      <w:overflowPunct w:val="0"/>
      <w:autoSpaceDE w:val="0"/>
      <w:autoSpaceDN w:val="0"/>
      <w:adjustRightInd w:val="0"/>
      <w:ind w:firstLine="0"/>
      <w:textAlignment w:val="baseline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6083C"/>
    <w:rPr>
      <w:rFonts w:ascii="Century Gothic" w:eastAsia="Times New Roman" w:hAnsi="Century Gothic" w:cs="Times New Roman"/>
      <w:szCs w:val="20"/>
    </w:rPr>
  </w:style>
  <w:style w:type="character" w:styleId="Odwoanieprzypisukocowego">
    <w:name w:val="endnote reference"/>
    <w:rsid w:val="0016083C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16083C"/>
    <w:pPr>
      <w:overflowPunct w:val="0"/>
      <w:autoSpaceDE w:val="0"/>
      <w:autoSpaceDN w:val="0"/>
      <w:adjustRightInd w:val="0"/>
      <w:ind w:firstLine="0"/>
      <w:textAlignment w:val="baseline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6083C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Odwo3anieprzypisudolnego">
    <w:name w:val="Odwo3anie przypisu dolnego"/>
    <w:rsid w:val="0016083C"/>
    <w:rPr>
      <w:vertAlign w:val="superscript"/>
    </w:rPr>
  </w:style>
  <w:style w:type="paragraph" w:customStyle="1" w:styleId="spistreoci1">
    <w:name w:val="spis treoci 1"/>
    <w:basedOn w:val="Normalny"/>
    <w:rsid w:val="0016083C"/>
    <w:pPr>
      <w:widowControl w:val="0"/>
      <w:tabs>
        <w:tab w:val="right" w:leader="dot" w:pos="9360"/>
      </w:tabs>
      <w:suppressAutoHyphens/>
      <w:overflowPunct w:val="0"/>
      <w:autoSpaceDE w:val="0"/>
      <w:autoSpaceDN w:val="0"/>
      <w:adjustRightInd w:val="0"/>
      <w:spacing w:before="480" w:line="240" w:lineRule="atLeast"/>
      <w:ind w:left="720" w:right="720" w:hanging="720"/>
      <w:textAlignment w:val="baseline"/>
    </w:pPr>
    <w:rPr>
      <w:szCs w:val="20"/>
      <w:lang w:val="en-US"/>
    </w:rPr>
  </w:style>
  <w:style w:type="paragraph" w:customStyle="1" w:styleId="spistreoci2">
    <w:name w:val="spis treoci 2"/>
    <w:basedOn w:val="Normalny"/>
    <w:rsid w:val="0016083C"/>
    <w:pPr>
      <w:widowControl w:val="0"/>
      <w:tabs>
        <w:tab w:val="right" w:leader="dot" w:pos="9360"/>
      </w:tabs>
      <w:suppressAutoHyphens/>
      <w:overflowPunct w:val="0"/>
      <w:autoSpaceDE w:val="0"/>
      <w:autoSpaceDN w:val="0"/>
      <w:adjustRightInd w:val="0"/>
      <w:spacing w:line="240" w:lineRule="atLeast"/>
      <w:ind w:left="1440" w:right="720" w:hanging="720"/>
      <w:textAlignment w:val="baseline"/>
    </w:pPr>
    <w:rPr>
      <w:szCs w:val="20"/>
      <w:lang w:val="en-US"/>
    </w:rPr>
  </w:style>
  <w:style w:type="paragraph" w:customStyle="1" w:styleId="spistreoci3">
    <w:name w:val="spis treoci 3"/>
    <w:basedOn w:val="Normalny"/>
    <w:rsid w:val="0016083C"/>
    <w:pPr>
      <w:widowControl w:val="0"/>
      <w:tabs>
        <w:tab w:val="right" w:leader="dot" w:pos="9360"/>
      </w:tabs>
      <w:suppressAutoHyphens/>
      <w:overflowPunct w:val="0"/>
      <w:autoSpaceDE w:val="0"/>
      <w:autoSpaceDN w:val="0"/>
      <w:adjustRightInd w:val="0"/>
      <w:spacing w:line="240" w:lineRule="atLeast"/>
      <w:ind w:left="2160" w:right="720" w:hanging="720"/>
      <w:textAlignment w:val="baseline"/>
    </w:pPr>
    <w:rPr>
      <w:szCs w:val="20"/>
      <w:lang w:val="en-US"/>
    </w:rPr>
  </w:style>
  <w:style w:type="paragraph" w:customStyle="1" w:styleId="spistreoci4">
    <w:name w:val="spis treoci 4"/>
    <w:basedOn w:val="Normalny"/>
    <w:rsid w:val="0016083C"/>
    <w:pPr>
      <w:widowControl w:val="0"/>
      <w:tabs>
        <w:tab w:val="right" w:leader="dot" w:pos="9360"/>
      </w:tabs>
      <w:suppressAutoHyphens/>
      <w:overflowPunct w:val="0"/>
      <w:autoSpaceDE w:val="0"/>
      <w:autoSpaceDN w:val="0"/>
      <w:adjustRightInd w:val="0"/>
      <w:spacing w:line="240" w:lineRule="atLeast"/>
      <w:ind w:left="2880" w:right="720" w:hanging="720"/>
      <w:textAlignment w:val="baseline"/>
    </w:pPr>
    <w:rPr>
      <w:szCs w:val="20"/>
      <w:lang w:val="en-US"/>
    </w:rPr>
  </w:style>
  <w:style w:type="paragraph" w:customStyle="1" w:styleId="spistreoci5">
    <w:name w:val="spis treoci 5"/>
    <w:basedOn w:val="Normalny"/>
    <w:rsid w:val="0016083C"/>
    <w:pPr>
      <w:widowControl w:val="0"/>
      <w:tabs>
        <w:tab w:val="right" w:leader="dot" w:pos="9360"/>
      </w:tabs>
      <w:suppressAutoHyphens/>
      <w:overflowPunct w:val="0"/>
      <w:autoSpaceDE w:val="0"/>
      <w:autoSpaceDN w:val="0"/>
      <w:adjustRightInd w:val="0"/>
      <w:spacing w:line="240" w:lineRule="atLeast"/>
      <w:ind w:left="3600" w:right="720" w:hanging="720"/>
      <w:textAlignment w:val="baseline"/>
    </w:pPr>
    <w:rPr>
      <w:szCs w:val="20"/>
      <w:lang w:val="en-US"/>
    </w:rPr>
  </w:style>
  <w:style w:type="paragraph" w:customStyle="1" w:styleId="spistreoci6">
    <w:name w:val="spis treoci 6"/>
    <w:basedOn w:val="Normalny"/>
    <w:rsid w:val="0016083C"/>
    <w:pPr>
      <w:widowControl w:val="0"/>
      <w:tabs>
        <w:tab w:val="right" w:pos="9360"/>
      </w:tabs>
      <w:suppressAutoHyphens/>
      <w:overflowPunct w:val="0"/>
      <w:autoSpaceDE w:val="0"/>
      <w:autoSpaceDN w:val="0"/>
      <w:adjustRightInd w:val="0"/>
      <w:spacing w:line="240" w:lineRule="atLeast"/>
      <w:ind w:left="720" w:hanging="720"/>
      <w:textAlignment w:val="baseline"/>
    </w:pPr>
    <w:rPr>
      <w:szCs w:val="20"/>
      <w:lang w:val="en-US"/>
    </w:rPr>
  </w:style>
  <w:style w:type="paragraph" w:customStyle="1" w:styleId="spistreoci7">
    <w:name w:val="spis treoci 7"/>
    <w:basedOn w:val="Normalny"/>
    <w:rsid w:val="0016083C"/>
    <w:pPr>
      <w:widowControl w:val="0"/>
      <w:suppressAutoHyphens/>
      <w:overflowPunct w:val="0"/>
      <w:autoSpaceDE w:val="0"/>
      <w:autoSpaceDN w:val="0"/>
      <w:adjustRightInd w:val="0"/>
      <w:spacing w:line="240" w:lineRule="atLeast"/>
      <w:ind w:left="720" w:hanging="720"/>
      <w:textAlignment w:val="baseline"/>
    </w:pPr>
    <w:rPr>
      <w:szCs w:val="20"/>
      <w:lang w:val="en-US"/>
    </w:rPr>
  </w:style>
  <w:style w:type="paragraph" w:customStyle="1" w:styleId="spistreoci8">
    <w:name w:val="spis treoci 8"/>
    <w:basedOn w:val="Normalny"/>
    <w:rsid w:val="0016083C"/>
    <w:pPr>
      <w:widowControl w:val="0"/>
      <w:tabs>
        <w:tab w:val="right" w:pos="9360"/>
      </w:tabs>
      <w:suppressAutoHyphens/>
      <w:overflowPunct w:val="0"/>
      <w:autoSpaceDE w:val="0"/>
      <w:autoSpaceDN w:val="0"/>
      <w:adjustRightInd w:val="0"/>
      <w:spacing w:line="240" w:lineRule="atLeast"/>
      <w:ind w:left="720" w:hanging="720"/>
      <w:textAlignment w:val="baseline"/>
    </w:pPr>
    <w:rPr>
      <w:szCs w:val="20"/>
      <w:lang w:val="en-US"/>
    </w:rPr>
  </w:style>
  <w:style w:type="paragraph" w:customStyle="1" w:styleId="spistreoci9">
    <w:name w:val="spis treoci 9"/>
    <w:basedOn w:val="Normalny"/>
    <w:rsid w:val="0016083C"/>
    <w:pPr>
      <w:widowControl w:val="0"/>
      <w:tabs>
        <w:tab w:val="right" w:leader="dot" w:pos="9360"/>
      </w:tabs>
      <w:suppressAutoHyphens/>
      <w:overflowPunct w:val="0"/>
      <w:autoSpaceDE w:val="0"/>
      <w:autoSpaceDN w:val="0"/>
      <w:adjustRightInd w:val="0"/>
      <w:spacing w:line="240" w:lineRule="atLeast"/>
      <w:ind w:left="720" w:hanging="720"/>
      <w:textAlignment w:val="baseline"/>
    </w:pPr>
    <w:rPr>
      <w:szCs w:val="20"/>
      <w:lang w:val="en-US"/>
    </w:rPr>
  </w:style>
  <w:style w:type="paragraph" w:styleId="Indeks1">
    <w:name w:val="index 1"/>
    <w:basedOn w:val="Normalny"/>
    <w:next w:val="Normalny"/>
    <w:autoRedefine/>
    <w:semiHidden/>
    <w:rsid w:val="0016083C"/>
    <w:pPr>
      <w:widowControl w:val="0"/>
      <w:tabs>
        <w:tab w:val="right" w:leader="dot" w:pos="9360"/>
      </w:tabs>
      <w:suppressAutoHyphens/>
      <w:overflowPunct w:val="0"/>
      <w:autoSpaceDE w:val="0"/>
      <w:autoSpaceDN w:val="0"/>
      <w:adjustRightInd w:val="0"/>
      <w:spacing w:line="240" w:lineRule="atLeast"/>
      <w:ind w:left="1440" w:right="720" w:hanging="1440"/>
      <w:textAlignment w:val="baseline"/>
    </w:pPr>
    <w:rPr>
      <w:szCs w:val="20"/>
      <w:lang w:val="en-US"/>
    </w:rPr>
  </w:style>
  <w:style w:type="paragraph" w:styleId="Indeks2">
    <w:name w:val="index 2"/>
    <w:basedOn w:val="Normalny"/>
    <w:next w:val="Normalny"/>
    <w:autoRedefine/>
    <w:semiHidden/>
    <w:rsid w:val="0016083C"/>
    <w:pPr>
      <w:widowControl w:val="0"/>
      <w:tabs>
        <w:tab w:val="right" w:leader="dot" w:pos="9360"/>
      </w:tabs>
      <w:suppressAutoHyphens/>
      <w:overflowPunct w:val="0"/>
      <w:autoSpaceDE w:val="0"/>
      <w:autoSpaceDN w:val="0"/>
      <w:adjustRightInd w:val="0"/>
      <w:spacing w:line="240" w:lineRule="atLeast"/>
      <w:ind w:left="1440" w:right="720" w:hanging="720"/>
      <w:textAlignment w:val="baseline"/>
    </w:pPr>
    <w:rPr>
      <w:szCs w:val="20"/>
      <w:lang w:val="en-US"/>
    </w:rPr>
  </w:style>
  <w:style w:type="paragraph" w:customStyle="1" w:styleId="nag3wekwykazuYrde3">
    <w:name w:val="nag3ówek wykazu Yróde3"/>
    <w:basedOn w:val="Normalny"/>
    <w:rsid w:val="0016083C"/>
    <w:pPr>
      <w:widowControl w:val="0"/>
      <w:tabs>
        <w:tab w:val="right" w:pos="9360"/>
      </w:tabs>
      <w:suppressAutoHyphens/>
      <w:overflowPunct w:val="0"/>
      <w:autoSpaceDE w:val="0"/>
      <w:autoSpaceDN w:val="0"/>
      <w:adjustRightInd w:val="0"/>
      <w:spacing w:line="240" w:lineRule="atLeast"/>
      <w:ind w:firstLine="0"/>
      <w:textAlignment w:val="baseline"/>
    </w:pPr>
    <w:rPr>
      <w:szCs w:val="20"/>
      <w:lang w:val="en-US"/>
    </w:rPr>
  </w:style>
  <w:style w:type="paragraph" w:customStyle="1" w:styleId="podpis">
    <w:name w:val="podpis"/>
    <w:basedOn w:val="Normalny"/>
    <w:rsid w:val="0016083C"/>
    <w:pPr>
      <w:widowControl w:val="0"/>
      <w:overflowPunct w:val="0"/>
      <w:autoSpaceDE w:val="0"/>
      <w:autoSpaceDN w:val="0"/>
      <w:adjustRightInd w:val="0"/>
      <w:ind w:firstLine="0"/>
      <w:textAlignment w:val="baseline"/>
    </w:pPr>
    <w:rPr>
      <w:szCs w:val="20"/>
    </w:rPr>
  </w:style>
  <w:style w:type="character" w:customStyle="1" w:styleId="EquationCaption">
    <w:name w:val="_Equation Caption"/>
    <w:rsid w:val="0016083C"/>
  </w:style>
  <w:style w:type="paragraph" w:customStyle="1" w:styleId="Tekstpodstawowy21">
    <w:name w:val="Tekst podstawowy 21"/>
    <w:basedOn w:val="Normalny"/>
    <w:rsid w:val="0016083C"/>
    <w:pPr>
      <w:overflowPunct w:val="0"/>
      <w:autoSpaceDE w:val="0"/>
      <w:autoSpaceDN w:val="0"/>
      <w:adjustRightInd w:val="0"/>
      <w:ind w:firstLine="0"/>
      <w:textAlignment w:val="baseline"/>
    </w:pPr>
    <w:rPr>
      <w:b/>
      <w:sz w:val="28"/>
      <w:szCs w:val="20"/>
      <w:u w:val="single"/>
    </w:rPr>
  </w:style>
  <w:style w:type="paragraph" w:styleId="Tytu">
    <w:name w:val="Title"/>
    <w:basedOn w:val="Normalny"/>
    <w:link w:val="TytuZnak"/>
    <w:uiPriority w:val="10"/>
    <w:qFormat/>
    <w:rsid w:val="0016083C"/>
    <w:pPr>
      <w:overflowPunct w:val="0"/>
      <w:autoSpaceDE w:val="0"/>
      <w:autoSpaceDN w:val="0"/>
      <w:adjustRightInd w:val="0"/>
      <w:ind w:firstLine="0"/>
      <w:jc w:val="center"/>
      <w:textAlignment w:val="baseline"/>
    </w:pPr>
    <w:rPr>
      <w:b/>
      <w:i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16083C"/>
    <w:rPr>
      <w:rFonts w:ascii="Century Gothic" w:eastAsia="Times New Roman" w:hAnsi="Century Gothic" w:cs="Times New Roman"/>
      <w:b/>
      <w:i/>
      <w:sz w:val="28"/>
      <w:szCs w:val="20"/>
    </w:rPr>
  </w:style>
  <w:style w:type="paragraph" w:customStyle="1" w:styleId="Tekstblokowy1">
    <w:name w:val="Tekst blokowy1"/>
    <w:basedOn w:val="Normalny"/>
    <w:rsid w:val="0016083C"/>
    <w:pPr>
      <w:overflowPunct w:val="0"/>
      <w:autoSpaceDE w:val="0"/>
      <w:autoSpaceDN w:val="0"/>
      <w:adjustRightInd w:val="0"/>
      <w:ind w:left="-426" w:right="-141" w:firstLine="0"/>
      <w:jc w:val="center"/>
      <w:textAlignment w:val="baseline"/>
    </w:pPr>
    <w:rPr>
      <w:rFonts w:ascii="Arial" w:hAnsi="Arial"/>
      <w:b/>
      <w:sz w:val="72"/>
      <w:szCs w:val="20"/>
    </w:rPr>
  </w:style>
  <w:style w:type="character" w:styleId="Odwoanieprzypisudolnego">
    <w:name w:val="footnote reference"/>
    <w:semiHidden/>
    <w:rsid w:val="0016083C"/>
    <w:rPr>
      <w:vertAlign w:val="superscript"/>
    </w:rPr>
  </w:style>
  <w:style w:type="paragraph" w:styleId="Mapadokumentu">
    <w:name w:val="Document Map"/>
    <w:basedOn w:val="Normalny"/>
    <w:link w:val="MapadokumentuZnak"/>
    <w:semiHidden/>
    <w:rsid w:val="0016083C"/>
    <w:pPr>
      <w:widowControl w:val="0"/>
      <w:shd w:val="clear" w:color="auto" w:fill="000080"/>
      <w:overflowPunct w:val="0"/>
      <w:autoSpaceDE w:val="0"/>
      <w:autoSpaceDN w:val="0"/>
      <w:adjustRightInd w:val="0"/>
      <w:ind w:firstLine="0"/>
      <w:textAlignment w:val="baseline"/>
    </w:pPr>
    <w:rPr>
      <w:rFonts w:ascii="Tahoma" w:hAnsi="Tahoma" w:cs="Tahoma"/>
      <w:szCs w:val="20"/>
    </w:rPr>
  </w:style>
  <w:style w:type="character" w:customStyle="1" w:styleId="MapadokumentuZnak">
    <w:name w:val="Mapa dokumentu Znak"/>
    <w:basedOn w:val="Domylnaczcionkaakapitu"/>
    <w:link w:val="Mapadokumentu"/>
    <w:semiHidden/>
    <w:rsid w:val="0016083C"/>
    <w:rPr>
      <w:rFonts w:ascii="Tahoma" w:eastAsia="Times New Roman" w:hAnsi="Tahoma" w:cs="Tahoma"/>
      <w:szCs w:val="20"/>
      <w:shd w:val="clear" w:color="auto" w:fill="000080"/>
      <w:lang w:eastAsia="pl-PL"/>
    </w:rPr>
  </w:style>
  <w:style w:type="paragraph" w:styleId="Tekstpodstawowywcity3">
    <w:name w:val="Body Text Indent 3"/>
    <w:basedOn w:val="Normalny"/>
    <w:link w:val="Tekstpodstawowywcity3Znak"/>
    <w:rsid w:val="0016083C"/>
    <w:pPr>
      <w:widowControl w:val="0"/>
      <w:tabs>
        <w:tab w:val="left" w:pos="-1132"/>
        <w:tab w:val="left" w:pos="-567"/>
        <w:tab w:val="left" w:pos="56"/>
        <w:tab w:val="left" w:pos="7653"/>
        <w:tab w:val="left" w:pos="8050"/>
        <w:tab w:val="left" w:pos="8226"/>
      </w:tabs>
      <w:suppressAutoHyphens/>
      <w:overflowPunct w:val="0"/>
      <w:autoSpaceDE w:val="0"/>
      <w:autoSpaceDN w:val="0"/>
      <w:adjustRightInd w:val="0"/>
      <w:spacing w:line="240" w:lineRule="atLeast"/>
      <w:ind w:left="-567" w:firstLine="0"/>
      <w:textAlignment w:val="baseline"/>
    </w:pPr>
    <w:rPr>
      <w:color w:val="FF0000"/>
      <w:sz w:val="28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6083C"/>
    <w:rPr>
      <w:rFonts w:ascii="Century Gothic" w:eastAsia="Times New Roman" w:hAnsi="Century Gothic" w:cs="Times New Roman"/>
      <w:color w:val="FF0000"/>
      <w:sz w:val="28"/>
      <w:szCs w:val="20"/>
    </w:rPr>
  </w:style>
  <w:style w:type="paragraph" w:customStyle="1" w:styleId="Tekstpodstawowy31">
    <w:name w:val="Tekst podstawowy 31"/>
    <w:basedOn w:val="Normalny"/>
    <w:rsid w:val="0016083C"/>
    <w:pPr>
      <w:tabs>
        <w:tab w:val="left" w:pos="-1132"/>
        <w:tab w:val="left" w:pos="0"/>
        <w:tab w:val="left" w:pos="306"/>
        <w:tab w:val="left" w:pos="567"/>
        <w:tab w:val="left" w:pos="1026"/>
        <w:tab w:val="left" w:pos="1746"/>
        <w:tab w:val="left" w:pos="2466"/>
        <w:tab w:val="left" w:pos="3186"/>
        <w:tab w:val="left" w:pos="3906"/>
        <w:tab w:val="left" w:pos="4626"/>
        <w:tab w:val="left" w:pos="5346"/>
        <w:tab w:val="left" w:pos="6066"/>
        <w:tab w:val="left" w:pos="6786"/>
        <w:tab w:val="left" w:pos="7506"/>
        <w:tab w:val="left" w:pos="8226"/>
      </w:tabs>
      <w:suppressAutoHyphens/>
      <w:spacing w:line="240" w:lineRule="atLeast"/>
      <w:ind w:right="-164" w:firstLine="0"/>
    </w:pPr>
    <w:rPr>
      <w:noProof/>
      <w:sz w:val="28"/>
      <w:szCs w:val="20"/>
    </w:rPr>
  </w:style>
  <w:style w:type="paragraph" w:styleId="Zwykytekst">
    <w:name w:val="Plain Text"/>
    <w:basedOn w:val="Normalny"/>
    <w:link w:val="ZwykytekstZnak"/>
    <w:semiHidden/>
    <w:rsid w:val="0016083C"/>
    <w:pPr>
      <w:spacing w:after="113"/>
      <w:ind w:firstLine="567"/>
    </w:pPr>
    <w:rPr>
      <w:snapToGrid w:val="0"/>
      <w:color w:val="00000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16083C"/>
    <w:rPr>
      <w:rFonts w:ascii="Century Gothic" w:eastAsia="Times New Roman" w:hAnsi="Century Gothic" w:cs="Times New Roman"/>
      <w:snapToGrid w:val="0"/>
      <w:color w:val="000000"/>
      <w:szCs w:val="20"/>
      <w:lang w:eastAsia="pl-PL"/>
    </w:rPr>
  </w:style>
  <w:style w:type="paragraph" w:styleId="Tekstblokowy">
    <w:name w:val="Block Text"/>
    <w:basedOn w:val="Normalny"/>
    <w:semiHidden/>
    <w:rsid w:val="0016083C"/>
    <w:pPr>
      <w:widowControl w:val="0"/>
      <w:tabs>
        <w:tab w:val="left" w:pos="-567"/>
        <w:tab w:val="left" w:pos="56"/>
        <w:tab w:val="left" w:pos="306"/>
        <w:tab w:val="left" w:pos="1026"/>
        <w:tab w:val="left" w:pos="1746"/>
        <w:tab w:val="left" w:pos="2466"/>
        <w:tab w:val="left" w:pos="3186"/>
        <w:tab w:val="left" w:pos="3906"/>
        <w:tab w:val="left" w:pos="4626"/>
        <w:tab w:val="left" w:pos="5346"/>
        <w:tab w:val="left" w:pos="6066"/>
        <w:tab w:val="left" w:pos="6786"/>
        <w:tab w:val="left" w:pos="7506"/>
        <w:tab w:val="left" w:pos="8226"/>
      </w:tabs>
      <w:suppressAutoHyphens/>
      <w:overflowPunct w:val="0"/>
      <w:autoSpaceDE w:val="0"/>
      <w:autoSpaceDN w:val="0"/>
      <w:adjustRightInd w:val="0"/>
      <w:spacing w:line="240" w:lineRule="atLeast"/>
      <w:ind w:left="-568" w:right="-145" w:firstLine="1"/>
      <w:textAlignment w:val="baseline"/>
    </w:pPr>
    <w:rPr>
      <w:sz w:val="28"/>
      <w:szCs w:val="20"/>
    </w:rPr>
  </w:style>
  <w:style w:type="paragraph" w:styleId="Tekstpodstawowy2">
    <w:name w:val="Body Text 2"/>
    <w:basedOn w:val="Normalny"/>
    <w:link w:val="Tekstpodstawowy2Znak"/>
    <w:rsid w:val="0016083C"/>
    <w:pPr>
      <w:ind w:firstLine="0"/>
    </w:pPr>
    <w:rPr>
      <w:color w:val="000000"/>
    </w:rPr>
  </w:style>
  <w:style w:type="character" w:customStyle="1" w:styleId="Tekstpodstawowy2Znak">
    <w:name w:val="Tekst podstawowy 2 Znak"/>
    <w:basedOn w:val="Domylnaczcionkaakapitu"/>
    <w:link w:val="Tekstpodstawowy2"/>
    <w:rsid w:val="0016083C"/>
    <w:rPr>
      <w:rFonts w:ascii="Century Gothic" w:eastAsia="Times New Roman" w:hAnsi="Century Gothic" w:cs="Times New Roman"/>
      <w:color w:val="000000"/>
      <w:szCs w:val="24"/>
    </w:rPr>
  </w:style>
  <w:style w:type="paragraph" w:styleId="Spistreci4">
    <w:name w:val="toc 4"/>
    <w:basedOn w:val="Normalny"/>
    <w:next w:val="Normalny"/>
    <w:autoRedefine/>
    <w:uiPriority w:val="39"/>
    <w:unhideWhenUsed/>
    <w:rsid w:val="0016083C"/>
    <w:pPr>
      <w:ind w:left="660" w:firstLine="0"/>
    </w:pPr>
    <w:rPr>
      <w:rFonts w:ascii="Calibri" w:hAnsi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16083C"/>
    <w:pPr>
      <w:ind w:left="880" w:firstLine="0"/>
    </w:pPr>
    <w:rPr>
      <w:rFonts w:ascii="Calibri" w:hAnsi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16083C"/>
    <w:pPr>
      <w:ind w:left="1100" w:firstLine="0"/>
    </w:pPr>
    <w:rPr>
      <w:rFonts w:ascii="Calibri" w:hAnsi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16083C"/>
    <w:pPr>
      <w:ind w:left="1320" w:firstLine="0"/>
    </w:pPr>
    <w:rPr>
      <w:rFonts w:ascii="Calibri" w:hAnsi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16083C"/>
    <w:pPr>
      <w:ind w:left="1540" w:firstLine="0"/>
    </w:pPr>
    <w:rPr>
      <w:rFonts w:ascii="Calibri" w:hAnsi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16083C"/>
    <w:pPr>
      <w:ind w:left="1760" w:firstLine="0"/>
    </w:pPr>
    <w:rPr>
      <w:rFonts w:ascii="Calibri" w:hAnsi="Calibr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16083C"/>
    <w:pPr>
      <w:ind w:firstLine="0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16083C"/>
    <w:rPr>
      <w:rFonts w:ascii="Tahoma" w:eastAsia="Times New Roman" w:hAnsi="Tahoma" w:cs="Times New Roman"/>
      <w:sz w:val="16"/>
      <w:szCs w:val="16"/>
    </w:rPr>
  </w:style>
  <w:style w:type="character" w:styleId="Odwoaniedokomentarza">
    <w:name w:val="annotation reference"/>
    <w:unhideWhenUsed/>
    <w:rsid w:val="0016083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6083C"/>
    <w:pPr>
      <w:ind w:firstLine="0"/>
    </w:pPr>
    <w:rPr>
      <w:rFonts w:ascii="Arial Narrow" w:hAnsi="Arial Narrow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6083C"/>
    <w:rPr>
      <w:rFonts w:ascii="Arial Narrow" w:eastAsia="Times New Roman" w:hAnsi="Arial Narrow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1608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6083C"/>
    <w:rPr>
      <w:rFonts w:ascii="Arial Narrow" w:eastAsia="Times New Roman" w:hAnsi="Arial Narrow" w:cs="Times New Roman"/>
      <w:b/>
      <w:bCs/>
      <w:sz w:val="20"/>
      <w:szCs w:val="20"/>
    </w:rPr>
  </w:style>
  <w:style w:type="paragraph" w:styleId="Lista-kontynuacja">
    <w:name w:val="List Continue"/>
    <w:basedOn w:val="Normalny"/>
    <w:rsid w:val="0016083C"/>
    <w:pPr>
      <w:spacing w:after="120"/>
      <w:ind w:left="283" w:firstLine="0"/>
      <w:contextualSpacing/>
    </w:pPr>
    <w:rPr>
      <w:rFonts w:ascii="Times New Roman" w:hAnsi="Times New Roman"/>
      <w:sz w:val="24"/>
      <w:szCs w:val="20"/>
    </w:rPr>
  </w:style>
  <w:style w:type="paragraph" w:customStyle="1" w:styleId="Nagwek10">
    <w:name w:val="Nagłówek1"/>
    <w:basedOn w:val="Normalny"/>
    <w:next w:val="Tekstpodstawowy"/>
    <w:rsid w:val="0016083C"/>
    <w:pPr>
      <w:keepNext/>
      <w:suppressAutoHyphens/>
      <w:spacing w:before="240" w:after="120"/>
      <w:ind w:firstLine="0"/>
    </w:pPr>
    <w:rPr>
      <w:rFonts w:ascii="Arial" w:eastAsia="Lucida Sans Unicode" w:hAnsi="Arial" w:cs="Tahoma"/>
      <w:sz w:val="28"/>
      <w:szCs w:val="28"/>
      <w:lang w:eastAsia="ar-SA"/>
    </w:rPr>
  </w:style>
  <w:style w:type="table" w:styleId="Tabela-Siatka">
    <w:name w:val="Table Grid"/>
    <w:basedOn w:val="Standardowy"/>
    <w:rsid w:val="001608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spisutreci">
    <w:name w:val="TOC Heading"/>
    <w:basedOn w:val="Nagwek1"/>
    <w:next w:val="Normalny"/>
    <w:uiPriority w:val="39"/>
    <w:unhideWhenUsed/>
    <w:rsid w:val="0016083C"/>
    <w:pPr>
      <w:widowControl w:val="0"/>
      <w:autoSpaceDE w:val="0"/>
      <w:autoSpaceDN w:val="0"/>
      <w:adjustRightInd w:val="0"/>
      <w:spacing w:before="480" w:after="0" w:line="276" w:lineRule="auto"/>
      <w:outlineLvl w:val="9"/>
    </w:pPr>
    <w:rPr>
      <w:rFonts w:ascii="Cambria" w:eastAsia="Times New Roman" w:hAnsi="Cambria" w:cs="Times New Roman"/>
      <w:bCs/>
      <w:caps w:val="0"/>
      <w:color w:val="365F91"/>
      <w:szCs w:val="28"/>
      <w:lang w:eastAsia="en-US"/>
    </w:rPr>
  </w:style>
  <w:style w:type="paragraph" w:styleId="Lista">
    <w:name w:val="List"/>
    <w:basedOn w:val="Normalny"/>
    <w:link w:val="ListaZnak"/>
    <w:rsid w:val="0016083C"/>
    <w:pPr>
      <w:ind w:left="283" w:hanging="283"/>
      <w:contextualSpacing/>
    </w:pPr>
    <w:rPr>
      <w:rFonts w:ascii="Times New Roman" w:hAnsi="Times New Roman"/>
      <w:sz w:val="24"/>
      <w:szCs w:val="20"/>
    </w:rPr>
  </w:style>
  <w:style w:type="character" w:customStyle="1" w:styleId="ListaZnak">
    <w:name w:val="Lista Znak"/>
    <w:link w:val="Lista"/>
    <w:rsid w:val="0016083C"/>
    <w:rPr>
      <w:rFonts w:ascii="Times New Roman" w:eastAsia="Times New Roman" w:hAnsi="Times New Roman" w:cs="Times New Roman"/>
      <w:sz w:val="24"/>
      <w:szCs w:val="20"/>
    </w:rPr>
  </w:style>
  <w:style w:type="character" w:styleId="UyteHipercze">
    <w:name w:val="FollowedHyperlink"/>
    <w:rsid w:val="0016083C"/>
    <w:rPr>
      <w:color w:val="800080"/>
      <w:u w:val="single"/>
    </w:rPr>
  </w:style>
  <w:style w:type="paragraph" w:customStyle="1" w:styleId="Bullet1">
    <w:name w:val="Bullet_1"/>
    <w:basedOn w:val="Tekstpodstawowy"/>
    <w:next w:val="Tekstpodstawowywcity"/>
    <w:rsid w:val="0016083C"/>
    <w:pPr>
      <w:tabs>
        <w:tab w:val="left" w:pos="284"/>
      </w:tabs>
      <w:overflowPunct w:val="0"/>
      <w:autoSpaceDE w:val="0"/>
      <w:autoSpaceDN w:val="0"/>
      <w:adjustRightInd w:val="0"/>
      <w:spacing w:after="0"/>
      <w:ind w:firstLine="0"/>
      <w:jc w:val="both"/>
      <w:textAlignment w:val="baseline"/>
    </w:pPr>
    <w:rPr>
      <w:rFonts w:ascii="Times New Roman" w:hAnsi="Times New Roman"/>
      <w:b/>
      <w:color w:val="000080"/>
      <w:sz w:val="24"/>
      <w:szCs w:val="20"/>
      <w:lang w:val="cs-CZ"/>
    </w:rPr>
  </w:style>
  <w:style w:type="paragraph" w:styleId="Podtytu">
    <w:name w:val="Subtitle"/>
    <w:basedOn w:val="Normalny"/>
    <w:next w:val="Normalny"/>
    <w:link w:val="PodtytuZnak"/>
    <w:rsid w:val="0016083C"/>
    <w:pPr>
      <w:spacing w:after="60"/>
      <w:ind w:firstLine="0"/>
      <w:jc w:val="center"/>
      <w:outlineLvl w:val="1"/>
    </w:pPr>
    <w:rPr>
      <w:rFonts w:ascii="Cambria" w:hAnsi="Cambria"/>
      <w:sz w:val="24"/>
    </w:rPr>
  </w:style>
  <w:style w:type="character" w:customStyle="1" w:styleId="PodtytuZnak">
    <w:name w:val="Podtytuł Znak"/>
    <w:basedOn w:val="Domylnaczcionkaakapitu"/>
    <w:link w:val="Podtytu"/>
    <w:rsid w:val="0016083C"/>
    <w:rPr>
      <w:rFonts w:ascii="Cambria" w:eastAsia="Times New Roman" w:hAnsi="Cambria" w:cs="Times New Roman"/>
      <w:sz w:val="24"/>
      <w:szCs w:val="24"/>
    </w:rPr>
  </w:style>
  <w:style w:type="paragraph" w:styleId="Data">
    <w:name w:val="Date"/>
    <w:basedOn w:val="Normalny"/>
    <w:next w:val="Normalny"/>
    <w:link w:val="DataZnak"/>
    <w:rsid w:val="0016083C"/>
    <w:pPr>
      <w:ind w:firstLine="0"/>
    </w:pPr>
    <w:rPr>
      <w:rFonts w:ascii="Times New Roman" w:hAnsi="Times New Roman"/>
      <w:sz w:val="24"/>
      <w:szCs w:val="20"/>
    </w:rPr>
  </w:style>
  <w:style w:type="character" w:customStyle="1" w:styleId="DataZnak">
    <w:name w:val="Data Znak"/>
    <w:basedOn w:val="Domylnaczcionkaakapitu"/>
    <w:link w:val="Data"/>
    <w:rsid w:val="0016083C"/>
    <w:rPr>
      <w:rFonts w:ascii="Times New Roman" w:eastAsia="Times New Roman" w:hAnsi="Times New Roman" w:cs="Times New Roman"/>
      <w:sz w:val="24"/>
      <w:szCs w:val="20"/>
    </w:rPr>
  </w:style>
  <w:style w:type="paragraph" w:styleId="Listapunktowana3">
    <w:name w:val="List Bullet 3"/>
    <w:basedOn w:val="Normalny"/>
    <w:rsid w:val="0016083C"/>
    <w:pPr>
      <w:tabs>
        <w:tab w:val="num" w:pos="926"/>
      </w:tabs>
      <w:ind w:left="926" w:hanging="360"/>
      <w:contextualSpacing/>
    </w:pPr>
    <w:rPr>
      <w:rFonts w:ascii="Times New Roman" w:hAnsi="Times New Roman"/>
      <w:sz w:val="24"/>
      <w:szCs w:val="20"/>
    </w:rPr>
  </w:style>
  <w:style w:type="paragraph" w:styleId="Listapunktowana4">
    <w:name w:val="List Bullet 4"/>
    <w:basedOn w:val="Normalny"/>
    <w:rsid w:val="0016083C"/>
    <w:pPr>
      <w:tabs>
        <w:tab w:val="num" w:pos="1209"/>
      </w:tabs>
      <w:ind w:left="1209" w:hanging="360"/>
      <w:contextualSpacing/>
    </w:pPr>
    <w:rPr>
      <w:rFonts w:ascii="Times New Roman" w:hAnsi="Times New Roman"/>
      <w:sz w:val="24"/>
      <w:szCs w:val="20"/>
    </w:rPr>
  </w:style>
  <w:style w:type="paragraph" w:styleId="Lista-kontynuacja2">
    <w:name w:val="List Continue 2"/>
    <w:basedOn w:val="Normalny"/>
    <w:rsid w:val="0016083C"/>
    <w:pPr>
      <w:spacing w:after="120"/>
      <w:ind w:left="566" w:firstLine="0"/>
      <w:contextualSpacing/>
    </w:pPr>
    <w:rPr>
      <w:rFonts w:ascii="Times New Roman" w:hAnsi="Times New Roman"/>
      <w:sz w:val="24"/>
      <w:szCs w:val="20"/>
    </w:rPr>
  </w:style>
  <w:style w:type="paragraph" w:styleId="Wcicienormalne">
    <w:name w:val="Normal Indent"/>
    <w:basedOn w:val="Normalny"/>
    <w:rsid w:val="0016083C"/>
    <w:pPr>
      <w:ind w:left="708" w:firstLine="0"/>
    </w:pPr>
    <w:rPr>
      <w:rFonts w:ascii="Times New Roman" w:hAnsi="Times New Roman"/>
      <w:sz w:val="24"/>
      <w:szCs w:val="20"/>
    </w:rPr>
  </w:style>
  <w:style w:type="paragraph" w:styleId="Nagweknotatki">
    <w:name w:val="Note Heading"/>
    <w:basedOn w:val="Normalny"/>
    <w:next w:val="Normalny"/>
    <w:link w:val="NagweknotatkiZnak"/>
    <w:rsid w:val="0016083C"/>
    <w:pPr>
      <w:ind w:firstLine="0"/>
    </w:pPr>
    <w:rPr>
      <w:rFonts w:ascii="Times New Roman" w:hAnsi="Times New Roman"/>
      <w:sz w:val="24"/>
      <w:szCs w:val="20"/>
    </w:rPr>
  </w:style>
  <w:style w:type="character" w:customStyle="1" w:styleId="NagweknotatkiZnak">
    <w:name w:val="Nagłówek notatki Znak"/>
    <w:basedOn w:val="Domylnaczcionkaakapitu"/>
    <w:link w:val="Nagweknotatki"/>
    <w:rsid w:val="0016083C"/>
    <w:rPr>
      <w:rFonts w:ascii="Times New Roman" w:eastAsia="Times New Roman" w:hAnsi="Times New Roman" w:cs="Times New Roman"/>
      <w:sz w:val="24"/>
      <w:szCs w:val="20"/>
    </w:rPr>
  </w:style>
  <w:style w:type="character" w:styleId="Tekstzastpczy">
    <w:name w:val="Placeholder Text"/>
    <w:uiPriority w:val="99"/>
    <w:semiHidden/>
    <w:rsid w:val="0016083C"/>
    <w:rPr>
      <w:color w:val="808080"/>
    </w:rPr>
  </w:style>
  <w:style w:type="paragraph" w:customStyle="1" w:styleId="Default">
    <w:name w:val="Default"/>
    <w:rsid w:val="001608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Uwydatnienie">
    <w:name w:val="Emphasis"/>
    <w:aliases w:val="Notatka"/>
    <w:uiPriority w:val="20"/>
    <w:rsid w:val="0016083C"/>
    <w:rPr>
      <w:rFonts w:ascii="Century Gothic" w:hAnsi="Century Gothic"/>
      <w:i/>
      <w:iCs/>
      <w:color w:val="C00000"/>
      <w:sz w:val="24"/>
    </w:rPr>
  </w:style>
  <w:style w:type="character" w:styleId="Pogrubienie">
    <w:name w:val="Strong"/>
    <w:uiPriority w:val="22"/>
    <w:rsid w:val="0016083C"/>
    <w:rPr>
      <w:b/>
      <w:bCs/>
    </w:rPr>
  </w:style>
  <w:style w:type="paragraph" w:styleId="Listapunktowana">
    <w:name w:val="List Bullet"/>
    <w:basedOn w:val="Normalny"/>
    <w:uiPriority w:val="99"/>
    <w:unhideWhenUsed/>
    <w:rsid w:val="0016083C"/>
    <w:pPr>
      <w:numPr>
        <w:numId w:val="3"/>
      </w:numPr>
      <w:contextualSpacing/>
    </w:pPr>
  </w:style>
  <w:style w:type="paragraph" w:customStyle="1" w:styleId="Skrconyadreszwrotny">
    <w:name w:val="Skrócony adres zwrotny"/>
    <w:basedOn w:val="Normalny"/>
    <w:rsid w:val="0016083C"/>
    <w:pPr>
      <w:ind w:firstLine="0"/>
    </w:pPr>
  </w:style>
  <w:style w:type="paragraph" w:customStyle="1" w:styleId="Numerowanierysunkw">
    <w:name w:val="Numerowanie rysunków"/>
    <w:basedOn w:val="Nagwek2"/>
    <w:link w:val="NumerowanierysunkwZnak"/>
    <w:rsid w:val="00542C26"/>
  </w:style>
  <w:style w:type="character" w:customStyle="1" w:styleId="NumerowanierysunkwZnak">
    <w:name w:val="Numerowanie rysunków Znak"/>
    <w:basedOn w:val="Nagwek2Znak"/>
    <w:link w:val="Numerowanierysunkw"/>
    <w:rsid w:val="00542C26"/>
    <w:rPr>
      <w:rFonts w:ascii="Century Gothic" w:eastAsiaTheme="majorEastAsia" w:hAnsi="Century Gothic" w:cstheme="majorBidi"/>
      <w:b/>
      <w:sz w:val="28"/>
      <w:szCs w:val="26"/>
      <w:lang w:eastAsia="pl-PL"/>
    </w:rPr>
  </w:style>
  <w:style w:type="paragraph" w:customStyle="1" w:styleId="SMNumeryrysunkw">
    <w:name w:val="SM Numery rysunków"/>
    <w:basedOn w:val="Nagwek5"/>
    <w:link w:val="SMNumeryrysunkwZnak"/>
    <w:rsid w:val="004F02F7"/>
    <w:pPr>
      <w:ind w:left="576" w:hanging="576"/>
    </w:pPr>
  </w:style>
  <w:style w:type="character" w:customStyle="1" w:styleId="SMNumeryrysunkwZnak">
    <w:name w:val="SM Numery rysunków Znak"/>
    <w:basedOn w:val="Nagwek5Znak"/>
    <w:link w:val="SMNumeryrysunkw"/>
    <w:rsid w:val="004F02F7"/>
    <w:rPr>
      <w:rFonts w:asciiTheme="majorHAnsi" w:eastAsiaTheme="majorEastAsia" w:hAnsiTheme="majorHAnsi" w:cstheme="majorBidi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66C85"/>
    <w:rPr>
      <w:color w:val="605E5C"/>
      <w:shd w:val="clear" w:color="auto" w:fill="E1DFDD"/>
    </w:rPr>
  </w:style>
  <w:style w:type="paragraph" w:customStyle="1" w:styleId="Tytutomu">
    <w:name w:val="Tytuł tomu"/>
    <w:basedOn w:val="Nagwek1"/>
    <w:link w:val="TytutomuZnak"/>
    <w:qFormat/>
    <w:rsid w:val="007E7FDA"/>
    <w:rPr>
      <w:sz w:val="36"/>
      <w:u w:val="single"/>
    </w:rPr>
  </w:style>
  <w:style w:type="character" w:customStyle="1" w:styleId="TytutomuZnak">
    <w:name w:val="Tytuł tomu Znak"/>
    <w:basedOn w:val="Nagwek1Znak"/>
    <w:link w:val="Tytutomu"/>
    <w:rsid w:val="007E7FDA"/>
    <w:rPr>
      <w:rFonts w:ascii="Century Gothic" w:eastAsiaTheme="majorEastAsia" w:hAnsi="Century Gothic" w:cstheme="majorBidi"/>
      <w:b/>
      <w:caps/>
      <w:sz w:val="36"/>
      <w:szCs w:val="32"/>
      <w:u w:val="single"/>
      <w:lang w:eastAsia="pl-PL"/>
    </w:rPr>
  </w:style>
  <w:style w:type="character" w:customStyle="1" w:styleId="AkapitzlistZnak">
    <w:name w:val="Akapit z listą Znak"/>
    <w:link w:val="Akapitzlist"/>
    <w:rsid w:val="001F245D"/>
    <w:rPr>
      <w:rFonts w:ascii="Century Gothic" w:eastAsia="Times New Roman" w:hAnsi="Century Gothic" w:cs="Times New Roman"/>
      <w:szCs w:val="24"/>
      <w:lang w:eastAsia="pl-PL"/>
    </w:rPr>
  </w:style>
  <w:style w:type="paragraph" w:customStyle="1" w:styleId="Standard">
    <w:name w:val="Standard"/>
    <w:next w:val="Normalny"/>
    <w:rsid w:val="0078772D"/>
    <w:pPr>
      <w:widowControl w:val="0"/>
      <w:suppressAutoHyphens/>
      <w:autoSpaceDN w:val="0"/>
      <w:spacing w:after="0" w:line="240" w:lineRule="auto"/>
      <w:jc w:val="both"/>
    </w:pPr>
    <w:rPr>
      <w:rFonts w:ascii="Liberation Serif" w:eastAsia="Segoe UI" w:hAnsi="Liberation Serif" w:cs="Tahoma"/>
      <w:color w:val="000000"/>
      <w:kern w:val="3"/>
      <w:sz w:val="14"/>
      <w:szCs w:val="24"/>
      <w:lang w:eastAsia="zh-CN" w:bidi="hi-IN"/>
    </w:rPr>
  </w:style>
  <w:style w:type="paragraph" w:customStyle="1" w:styleId="OPIS11">
    <w:name w:val="OPIS 11"/>
    <w:basedOn w:val="Standard"/>
    <w:link w:val="OPIS11Znak"/>
    <w:uiPriority w:val="99"/>
    <w:rsid w:val="00925A2F"/>
    <w:pPr>
      <w:ind w:left="720" w:hanging="360"/>
      <w:jc w:val="left"/>
      <w:textAlignment w:val="baseline"/>
    </w:pPr>
    <w:rPr>
      <w:rFonts w:ascii="Calibri" w:eastAsia="Lucida Sans Unicode" w:hAnsi="Calibri"/>
      <w:b/>
      <w:sz w:val="24"/>
      <w:szCs w:val="20"/>
      <w:u w:val="single"/>
      <w:lang w:eastAsia="en-US" w:bidi="en-US"/>
    </w:rPr>
  </w:style>
  <w:style w:type="character" w:customStyle="1" w:styleId="OPIS11Znak">
    <w:name w:val="OPIS 11 Znak"/>
    <w:basedOn w:val="Domylnaczcionkaakapitu"/>
    <w:link w:val="OPIS11"/>
    <w:uiPriority w:val="99"/>
    <w:locked/>
    <w:rsid w:val="00925A2F"/>
    <w:rPr>
      <w:rFonts w:ascii="Calibri" w:eastAsia="Lucida Sans Unicode" w:hAnsi="Calibri" w:cs="Tahoma"/>
      <w:b/>
      <w:color w:val="000000"/>
      <w:kern w:val="3"/>
      <w:sz w:val="24"/>
      <w:szCs w:val="20"/>
      <w:u w:val="single"/>
      <w:lang w:bidi="en-US"/>
    </w:rPr>
  </w:style>
  <w:style w:type="paragraph" w:customStyle="1" w:styleId="Akapitzlist1">
    <w:name w:val="Akapit z listą1"/>
    <w:basedOn w:val="Normalny"/>
    <w:rsid w:val="00BA0774"/>
    <w:pPr>
      <w:spacing w:after="200" w:line="276" w:lineRule="auto"/>
      <w:ind w:left="720" w:firstLine="0"/>
      <w:contextualSpacing/>
    </w:pPr>
    <w:rPr>
      <w:rFonts w:ascii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0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5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8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5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7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8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0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2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1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2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6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8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8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7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8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07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83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0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5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1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0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0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7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76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9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3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1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3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1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3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7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7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8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5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8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7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1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4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8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4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5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2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43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2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5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5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5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3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9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6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4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8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3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8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37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2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22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6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4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0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5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2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1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6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2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6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7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4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7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07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6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84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1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2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3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3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mprojekt@o2.pl" TargetMode="Externa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M\Projekty\SM64%20-%20Bramki%20-%20Krawczyk\PROJEKT%20BUDOWLANY\SM64%20Bramki%2023.02.2021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43E0F-41DF-4474-A974-F1EB19BEB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SM64 Bramki 23.02.2021</Template>
  <TotalTime>7</TotalTime>
  <Pages>4</Pages>
  <Words>529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 Projekt / Sławomir Dziubak</dc:creator>
  <cp:keywords/>
  <dc:description/>
  <cp:lastModifiedBy>Sławomir Dziubak</cp:lastModifiedBy>
  <cp:revision>3</cp:revision>
  <cp:lastPrinted>2024-03-08T12:17:00Z</cp:lastPrinted>
  <dcterms:created xsi:type="dcterms:W3CDTF">2024-03-08T12:17:00Z</dcterms:created>
  <dcterms:modified xsi:type="dcterms:W3CDTF">2024-03-08T12:23:00Z</dcterms:modified>
</cp:coreProperties>
</file>